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23" w:rsidRPr="009067E9" w:rsidRDefault="00C36323" w:rsidP="00C36323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9067E9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ការអធិប្បាយពី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សម្បត្ដិរបស់</w:t>
      </w:r>
      <w:r w:rsidRPr="009067E9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ព្រះគ្រីស្ទដ៏ប្រមាណមិនបាន</w:t>
      </w:r>
    </w:p>
    <w:p w:rsidR="00C36323" w:rsidRPr="00C36323" w:rsidRDefault="00C36323" w:rsidP="00C36323">
      <w:pPr>
        <w:pStyle w:val="Heading1"/>
        <w:ind w:left="0" w:right="0"/>
        <w:jc w:val="center"/>
        <w:rPr>
          <w:sz w:val="24"/>
          <w:szCs w:val="24"/>
        </w:rPr>
      </w:pPr>
      <w:r w:rsidRPr="00C36323">
        <w:rPr>
          <w:sz w:val="24"/>
          <w:szCs w:val="24"/>
        </w:rPr>
        <w:t>PREACHING THE UNSEARCHABLE RICHES OF CHRIST</w:t>
      </w:r>
    </w:p>
    <w:p w:rsidR="00C36323" w:rsidRDefault="005A51DC" w:rsidP="00C36323">
      <w:pPr>
        <w:pStyle w:val="heading"/>
        <w:spacing w:before="0" w:beforeAutospacing="0" w:after="0" w:afterAutospacing="0"/>
        <w:rPr>
          <w:sz w:val="18"/>
        </w:rPr>
      </w:pPr>
      <w:bookmarkStart w:id="0" w:name="_GoBack"/>
      <w:bookmarkEnd w:id="0"/>
      <w:r>
        <w:rPr>
          <w:sz w:val="18"/>
        </w:rPr>
        <w:t>(Cambodian)</w:t>
      </w:r>
    </w:p>
    <w:p w:rsidR="005A51DC" w:rsidRPr="005A51DC" w:rsidRDefault="005A51DC" w:rsidP="00C36323">
      <w:pPr>
        <w:pStyle w:val="heading"/>
        <w:spacing w:before="0" w:beforeAutospacing="0" w:after="0" w:afterAutospacing="0"/>
        <w:rPr>
          <w:sz w:val="18"/>
        </w:rPr>
      </w:pPr>
    </w:p>
    <w:p w:rsidR="00C36323" w:rsidRDefault="00C36323" w:rsidP="00C36323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C36323" w:rsidRPr="00811631" w:rsidRDefault="00C36323" w:rsidP="00C36323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C36323" w:rsidRPr="00811631" w:rsidRDefault="00C36323" w:rsidP="00C36323">
      <w:pPr>
        <w:jc w:val="center"/>
        <w:rPr>
          <w:rFonts w:cs="DaunPenh"/>
          <w:sz w:val="24"/>
          <w:lang w:bidi="km-KH"/>
        </w:rPr>
      </w:pPr>
    </w:p>
    <w:p w:rsidR="00C36323" w:rsidRDefault="00C36323" w:rsidP="00C36323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C36323" w:rsidRPr="0021655F" w:rsidRDefault="00C36323" w:rsidP="00C36323">
      <w:pPr>
        <w:pStyle w:val="BodyText"/>
        <w:jc w:val="center"/>
        <w:rPr>
          <w:sz w:val="18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ខែឧសភា ៤ ២០១៤</w:t>
      </w:r>
    </w:p>
    <w:p w:rsidR="00C36323" w:rsidRPr="0021655F" w:rsidRDefault="00C36323" w:rsidP="00C36323">
      <w:pPr>
        <w:pStyle w:val="BodyText"/>
        <w:jc w:val="center"/>
        <w:rPr>
          <w:sz w:val="24"/>
        </w:rPr>
      </w:pPr>
      <w:r w:rsidRPr="0021655F">
        <w:rPr>
          <w:sz w:val="24"/>
        </w:rPr>
        <w:t>A sermon preached at the Baptist Tabernacle of Los Angeles</w:t>
      </w:r>
      <w:r w:rsidRPr="0021655F">
        <w:rPr>
          <w:sz w:val="24"/>
        </w:rPr>
        <w:br/>
        <w:t>Lord’s Day Morning, May 4, 2014</w:t>
      </w:r>
    </w:p>
    <w:p w:rsidR="00C36323" w:rsidRDefault="00C36323" w:rsidP="00C36323">
      <w:pPr>
        <w:pStyle w:val="BodyText"/>
        <w:rPr>
          <w:sz w:val="24"/>
        </w:rPr>
      </w:pPr>
    </w:p>
    <w:p w:rsidR="00C36323" w:rsidRPr="00841DDF" w:rsidRDefault="00C36323" w:rsidP="00C36323">
      <w:pPr>
        <w:pStyle w:val="BodyText"/>
        <w:ind w:left="709" w:right="69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sz w:val="24"/>
        </w:rPr>
        <w:tab/>
      </w:r>
      <w:r w:rsidRPr="00841DD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8"/>
      <w:bookmarkEnd w:id="1"/>
      <w:r w:rsidRPr="00841DDF">
        <w:rPr>
          <w:rFonts w:ascii="Khmer OS Siemreap" w:hAnsi="Khmer OS Siemreap" w:cs="Khmer OS Siemreap"/>
          <w:sz w:val="18"/>
          <w:szCs w:val="18"/>
          <w:cs/>
        </w:rPr>
        <w:t>ទ្រង់​បាន​ប្រទាន​ព្រះគុណ​នេះ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គឺ​ជា​សម្បត្តិ​របស់​ព្រះគ្រីស្ទដ៏​ប្រមាណ​មិន​បាន​មក​ខ្ញុំ​ដែល​ជា​អ្នក​</w:t>
      </w:r>
      <w:r w:rsidRPr="00841DDF">
        <w:rPr>
          <w:rFonts w:ascii="Khmer OS Siemreap" w:hAnsi="Khmer OS Siemreap" w:cs="Khmer OS Siemreap"/>
          <w:sz w:val="18"/>
          <w:szCs w:val="18"/>
        </w:rPr>
        <w:t xml:space="preserve"> 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តូច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​​​​​​​​​​​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ជាង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​បំផុត ក្នុង​ពួក​បរិសុទ្ធ​ទាំង​អស់</w:t>
      </w:r>
      <w:r w:rsidRPr="00841DDF">
        <w:rPr>
          <w:rFonts w:ascii="Khmer OS Siemreap" w:hAnsi="Khmer OS Siemreap" w:cs="Khmer OS Siemreap"/>
          <w:sz w:val="18"/>
          <w:szCs w:val="18"/>
        </w:rPr>
        <w:t xml:space="preserve"> </w:t>
      </w:r>
      <w:r w:rsidRPr="00841DDF">
        <w:rPr>
          <w:rFonts w:ascii="Khmer OS Siemreap" w:hAnsi="Khmer OS Siemreap" w:cs="Khmer OS Siemreap"/>
          <w:sz w:val="18"/>
          <w:szCs w:val="18"/>
          <w:cs/>
        </w:rPr>
        <w:t>ឲ្យ​ខ្ញុំ​បាន​ផ្សាយ​ដំណឹង​ល្អ​ក្នុង​ពួក​សាសន៍​ដទៃ</w:t>
      </w:r>
    </w:p>
    <w:p w:rsidR="00C36323" w:rsidRPr="00102F65" w:rsidRDefault="00C36323" w:rsidP="00C36323">
      <w:pPr>
        <w:pStyle w:val="BodyText"/>
        <w:rPr>
          <w:rFonts w:cs="DaunPenh"/>
          <w:sz w:val="18"/>
          <w:lang w:bidi="km-KH"/>
        </w:rPr>
      </w:pPr>
    </w:p>
    <w:p w:rsidR="00C36323" w:rsidRPr="00443C8A" w:rsidRDefault="00C36323" w:rsidP="00C36323">
      <w:pPr>
        <w:pStyle w:val="BodyText"/>
        <w:rPr>
          <w:rFonts w:ascii="Khmer OS Siemreap" w:hAnsi="Khmer OS Siemreap" w:cs="Khmer OS Siemreap"/>
          <w:sz w:val="18"/>
          <w:cs/>
          <w:lang w:bidi="km-KH"/>
        </w:rPr>
      </w:pPr>
      <w:r w:rsidRPr="00102F65">
        <w:rPr>
          <w:rFonts w:cs="DaunPenh" w:hint="cs"/>
          <w:sz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cs/>
          <w:lang w:bidi="km-KH"/>
        </w:rPr>
        <w:t>នៅពេលដែលខ្ញុំចាស់ៗទៅ</w:t>
      </w:r>
      <w:r w:rsidRPr="009067E9">
        <w:rPr>
          <w:rFonts w:ascii="Khmer OS Siemreap" w:hAnsi="Khmer OS Siemreap" w:cs="Khmer OS Siemreap"/>
          <w:sz w:val="18"/>
          <w:cs/>
          <w:lang w:bidi="km-KH"/>
        </w:rPr>
        <w:t xml:space="preserve"> ខ្ញុំ</w:t>
      </w:r>
      <w:r>
        <w:rPr>
          <w:rFonts w:ascii="Khmer OS Siemreap" w:hAnsi="Khmer OS Siemreap" w:cs="Khmer OS Siemreap" w:hint="cs"/>
          <w:sz w:val="18"/>
          <w:cs/>
          <w:lang w:bidi="km-KH"/>
        </w:rPr>
        <w:t>រឹតតែ</w:t>
      </w:r>
      <w:r w:rsidRPr="009067E9">
        <w:rPr>
          <w:rFonts w:ascii="Khmer OS Siemreap" w:hAnsi="Khmer OS Siemreap" w:cs="Khmer OS Siemreap"/>
          <w:sz w:val="18"/>
          <w:cs/>
          <w:lang w:bidi="km-KH"/>
        </w:rPr>
        <w:t>ចូលចិត្ដសាវកប៉ុល។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គាត់ជាមនុស្សបន្ទាបខ្លួនម្នាក់ ហើយ គាត់បើកឲ្យយើងមានទ្រព្យសម្បត្ដិរបស់ព្រះគ្រីស្ទ។ នៅក្នុងអត្ថបទគម្ពីររបស់យើងគាត់ប្រាប់យើងថា គាត់ «ជាអ្នកតូចជាងគេបំផុតនៅក្នុងពួកបរិសុទ្ធទាំងអស់»។ លោកប៉ុលតែងតែនិយាយបន្ទាបខ្លួនណាស់ពីភាព​ជា​​សាវក​​របស់គាត់។ នៅក្នុងគម្ពីរកូរិនថូសទី១ ១៥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៩ គាត់និយាយថាគាត់គឺជាសាវកតូចជាងគេបំផុត ដោយព្រោះតែគាត់ «បានបៀតបៀនពួកជំនុំរបស់ព្រះ» មុនពេលគាត់ប្រែចិត្ដជឿ។ គាត់និយាយម្ដងទៀត នៅក្នុងគម្ពីរធីម៉ូថេទី១ ១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១២, ១៣)។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lang w:bidi="km-KH"/>
        </w:rPr>
      </w:pPr>
      <w:r w:rsidRPr="0049262F">
        <w:rPr>
          <w:rFonts w:ascii="Khmer OS Siemreap" w:hAnsi="Khmer OS Siemreap" w:cs="Khmer OS Siemreap"/>
          <w:cs/>
          <w:lang w:bidi="km-KH"/>
        </w:rPr>
        <w:t>ប៉ុន្ដែបន្ទាប់មកប៉ុលប្រាប់យើងថា</w:t>
      </w:r>
      <w:r>
        <w:rPr>
          <w:rFonts w:ascii="Khmer OS Siemreap" w:hAnsi="Khmer OS Siemreap" w:cs="Khmer OS Siemreap" w:hint="cs"/>
          <w:cs/>
          <w:lang w:bidi="km-KH"/>
        </w:rPr>
        <w:t xml:space="preserve">ព្រះបានប្រទានព្រះគុណដើម្បីឲ្យគាត់ផ្សាយដំណឹងល្អ «ពីព្រះ គ្រីស្ទដ៏ប្រមាណមិនបាន»។ លោក </w:t>
      </w:r>
      <w:r w:rsidRPr="0021655F">
        <w:t xml:space="preserve">Kenneth </w:t>
      </w:r>
      <w:proofErr w:type="spellStart"/>
      <w:r w:rsidRPr="0021655F">
        <w:t>Wuest</w:t>
      </w:r>
      <w:proofErr w:type="spellEnd"/>
      <w:r w:rsidRPr="00DB3B0A">
        <w:rPr>
          <w:rFonts w:cs="DaunPenh" w:hint="cs"/>
          <w:cs/>
          <w:lang w:bidi="km-KH"/>
        </w:rPr>
        <w:t xml:space="preserve"> </w:t>
      </w:r>
      <w:r w:rsidRPr="00924713">
        <w:rPr>
          <w:rFonts w:ascii="Khmer OS Siemreap" w:hAnsi="Khmer OS Siemreap" w:cs="Khmer OS Siemreap"/>
          <w:cs/>
          <w:lang w:bidi="km-KH"/>
        </w:rPr>
        <w:t>បានពន្យល់ពីពាក្យ «ដ៏ប្រមាណមិនបាន»</w:t>
      </w:r>
      <w:r>
        <w:rPr>
          <w:rFonts w:ascii="Khmer OS Siemreap" w:hAnsi="Khmer OS Siemreap" w:cs="Khmer OS Siemreap" w:hint="cs"/>
          <w:cs/>
          <w:lang w:bidi="km-KH"/>
        </w:rPr>
        <w:t xml:space="preserve">នោះ ដែលត្រូវបានបកប្រែពីពាក្យជាភាសាក្រិចមួយដែលមានន័យថា «មិនអាចរកផ្ទឹមបាន»។ ដូច្នេះសម្បត្ដិ​ទ្រព្យ​​របស់ព្រះគ្រីស្ទគ្មានអ្វីស្ទង់យល់បាន «ដ្បិតមនុស្សលោកមិនអាចយល់ទាំងអស់បាន» </w:t>
      </w:r>
      <w:r w:rsidRPr="0021655F">
        <w:t xml:space="preserve">(Kenneth S. </w:t>
      </w:r>
      <w:proofErr w:type="spellStart"/>
      <w:r w:rsidRPr="0021655F">
        <w:t>Wuest</w:t>
      </w:r>
      <w:proofErr w:type="spellEnd"/>
      <w:r w:rsidRPr="0021655F">
        <w:t xml:space="preserve">, Ph.D., </w:t>
      </w:r>
      <w:proofErr w:type="spellStart"/>
      <w:r w:rsidRPr="0021655F">
        <w:rPr>
          <w:b/>
          <w:i/>
        </w:rPr>
        <w:t>Wuest’s</w:t>
      </w:r>
      <w:proofErr w:type="spellEnd"/>
      <w:r w:rsidRPr="0021655F">
        <w:rPr>
          <w:b/>
          <w:i/>
        </w:rPr>
        <w:t xml:space="preserve"> Word Studies,</w:t>
      </w:r>
      <w:r w:rsidRPr="0021655F">
        <w:t xml:space="preserve"> </w:t>
      </w:r>
      <w:proofErr w:type="spellStart"/>
      <w:r w:rsidRPr="0021655F">
        <w:t>Eerdmans</w:t>
      </w:r>
      <w:proofErr w:type="spellEnd"/>
      <w:r w:rsidRPr="0021655F">
        <w:t>, 1975, volume I, p. 84)</w:t>
      </w:r>
      <w:r w:rsidRPr="00924713">
        <w:rPr>
          <w:rFonts w:ascii="Khmer OS Siemreap" w:hAnsi="Khmer OS Siemreap" w:cs="Khmer OS Siemreap"/>
          <w:cs/>
          <w:lang w:bidi="km-KH"/>
        </w:rPr>
        <w:t>។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lang w:bidi="km-KH"/>
        </w:rPr>
      </w:pPr>
      <w:r w:rsidRPr="00BB7194">
        <w:rPr>
          <w:rFonts w:ascii="Khmer OS Siemreap" w:hAnsi="Khmer OS Siemreap" w:cs="Khmer OS Siemreap"/>
          <w:cs/>
          <w:lang w:bidi="km-KH"/>
        </w:rPr>
        <w:t>សំរាប់រយះពេលជាច្រើនឆ្នាំ</w:t>
      </w:r>
      <w:r>
        <w:rPr>
          <w:rFonts w:ascii="Khmer OS Siemreap" w:hAnsi="Khmer OS Siemreap" w:cs="Khmer OS Siemreap" w:hint="cs"/>
          <w:cs/>
          <w:lang w:bidi="km-KH"/>
        </w:rPr>
        <w:t>គ្រូគង្វាល និងគ្រូបង្រៀនដែលមានបំណងចិត្ដត្រឹមត្រូវបានប្រាប់ខ្ញុំថា ខ្ញុំមិនត្រូវអធិប្បាយពីដំណឹងល្អដ៏សាមញ្ញ ឬក៏សមាជិករបស់ខ្ញុំនឹងក្លាយគ្រីស្ទបរិស័ទដែលរាក់។ ខ្ញុំជឿដូច​នោះសំរាប់រយះពេលយ៉ាងយូររហូតដល់ខ្ញុំបានអានសេចក្ដីអធិប្បាយមួយផ្នែកទាំងស្រុងរបស់លោកស្ពឺជិន។ បន្ទាប់ពីខ្ញុំបានសេចក្ដីអធិប្បាយរបស់លោកស្ពឺជិនសំរាប់មួយរយះ ខ្ញុំចាប់ផ្ដើមភ្ញាក់ពីជំរៅនៃការអធិប្បាយ របស់គាត់ពីព្រះគ្រីស្ទ។ ដូចនេះខ្ញុំគិតថា ខ្ញុំនឹងព្យាយាមអធិប្បាយពីដំណឹងល្អក្នុងវិធីខុសៗពីគ្នាជាច្រើន ពីការដូចជាវិធីខុសៗគ្នាជាច្រើន ពែលដែលលោកស្ជឺជិនបានប្រើ។ ខ្ញុំចាំខ្ញុំបានគិតថា «ខ្ញុំនឹងមិនអាចធ្វើ ដូចនេះរយះពេលយូរបានទេ។ ខ្ញុំនឹងដកពីរឿងខ្លះចេញ ហើយសមាជិករបស់ខ្ញុំនឹងធុញទ្រាន់»។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ខ្ញុំបានធ្វើខុសខ្លាំងណាស់ ខ្ញុំបានអធិប្បាយពីដំណឹងល្អនៅក្នុងកម្មវិធីថ្វាយព្រះនៅថ្ងៃអាទិត្យ​ពេល​ព្រឹក និងថ្ងៃអាទិត្យពេលលា្ងចសំរាប់រយះពេលជាច្រើនឆ្នាំ។ ហើយវាហាក់ដូចជាខ្ញុំគ្រាន់តែកំពុងអធិប្បាយពី រឿងតួចមួយប៉ុណ្ណោះ! ឥឡូវខ្ញុំមិនគិតថា ខ្ញុំធ្លាប់ដករឿងក្នុងសេចក្ដីអធិប្បាយខ្លះចេញទេ ដោយព្រោះតែ ឥឡូវនេះខ្ញុំកំពុងអធិប្បាយពីសម្បត្ដិទ្រព្យដ៏ប្រមាណមិនបាន និងមិនអាចស្ទង់បានរបស់ព្រះគ្រីស្ទ «ដែល​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អ្នកនឹងមិនអាចយល់ទាំងអស់ពីវាបាន»! មានរឿងច្រើនណាស់ដើម្បីនិយាយពីសម្បត្ដិទ្រព្យរបស់ព្រះគ្រីស្ទ ដែលខ្ញុំនឹងមិនអាចនិយាយចប់ពីវា មិនមែនក្នុងរយះពេល១០០ឆ្នាំនោះទេ!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តើបងប្អូននឹងលឺដំណឹងល្អរបស់ព្រះគ្រីស្ទដែលធ្វើឲ្យសមាជិករបស់យើងរាក់ជានិច្ច ដូចជាគេបាន ប្រាបខ្ញុំដែរឬទេ? </w:t>
      </w:r>
      <w:r w:rsidRPr="003243A9">
        <w:rPr>
          <w:rFonts w:ascii="Khmer OS Siemreap" w:hAnsi="Khmer OS Siemreap" w:cs="Khmer OS Siemreap" w:hint="cs"/>
          <w:sz w:val="24"/>
          <w:szCs w:val="24"/>
          <w:cs/>
          <w:lang w:bidi="km-KH"/>
        </w:rPr>
        <w:t>ពិតប្រាកដណាស់មិនលឺទេ!</w:t>
      </w:r>
      <w:r>
        <w:rPr>
          <w:rFonts w:ascii="Khmer OS Siemreap" w:hAnsi="Khmer OS Siemreap" w:cs="Khmer OS Siemreap" w:hint="cs"/>
          <w:cs/>
          <w:lang w:bidi="km-KH"/>
        </w:rPr>
        <w:t xml:space="preserve"> យើងមានគ្រីស្ទានដ៏ល្អបំផុតមួយចំនួនដែលអ្នកនឹងរក ឃើញនៅកន្លែងខ្លះនៅលើពិភពលោក! ខ្ញុំមិននិយាយអួតទេ ខ្ញុំនិយាយការពិត។ យើងមានគ្រីស្ទានដ៏ខ្លាំង បំផុតនៅលើពិភពលោកសព្វថ្ងៃនេះ។ ហើយពួកគេបានត្រូវប្រែចិត្ដដោយសារការអធិប្បាយពីដំណឹងល្អ។ ពួកគេត្រូវបានឲ្យចំណីដោយសារការអធិប្បាយពីដំណឹងល្អ។ ហើយពួកគេបានលូតលាស់ខ្លាំងដោយសារ ការអធិប្បាយពីដំណឹងល្អ! ឥឡូវនេះខ្ញុំចាប់ផ្ដើមយល់ពីអ្វីដែលប៉ុលចង់មានន័យ នៅពេលគាត់បានប្រាប់ថា</w:t>
      </w:r>
    </w:p>
    <w:p w:rsidR="00C36323" w:rsidRPr="00BB7194" w:rsidRDefault="00C36323" w:rsidP="00C36323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C36323" w:rsidRPr="007B5DA3" w:rsidRDefault="00C36323" w:rsidP="00C36323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EB7DAC">
        <w:rPr>
          <w:rFonts w:cs="DaunPenh" w:hint="cs"/>
          <w:cs/>
          <w:lang w:bidi="km-KH"/>
        </w:rPr>
        <w:tab/>
      </w:r>
      <w:r w:rsidRPr="007B5DA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B5DA3">
        <w:rPr>
          <w:rFonts w:ascii="Khmer OS Siemreap" w:hAnsi="Khmer OS Siemreap" w:cs="Khmer OS Siemreap"/>
          <w:sz w:val="18"/>
          <w:szCs w:val="18"/>
          <w:cs/>
        </w:rPr>
        <w:t>ដ្បិត​ខ្ញុំ​បាន​ផ្តាច់​ចិត្ត​ថា នៅ​ក្នុង​ពួក​អ្នក​រាល់​គ្នា</w:t>
      </w:r>
      <w:r w:rsidRPr="007B5DA3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5DA3">
        <w:rPr>
          <w:rFonts w:ascii="Khmer OS Siemreap" w:hAnsi="Khmer OS Siemreap" w:cs="Khmer OS Siemreap"/>
          <w:sz w:val="18"/>
          <w:szCs w:val="18"/>
          <w:cs/>
        </w:rPr>
        <w:t>នោះ​ខ្ញុំ​មិន​ព្រម​ស្តាប់​រឿង​អ្វី​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7B5DA3">
        <w:rPr>
          <w:rFonts w:ascii="Khmer OS Siemreap" w:hAnsi="Khmer OS Siemreap" w:cs="Khmer OS Siemreap"/>
          <w:sz w:val="18"/>
          <w:szCs w:val="18"/>
          <w:cs/>
        </w:rPr>
        <w:t>ទៀត ក្រៅ​ពី​ព្រះយេស៊ូវគ្រីស្ទ​ទេ</w:t>
      </w:r>
      <w:r w:rsidRPr="007B5DA3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5DA3">
        <w:rPr>
          <w:rFonts w:ascii="Khmer OS Siemreap" w:hAnsi="Khmer OS Siemreap" w:cs="Khmer OS Siemreap"/>
          <w:sz w:val="18"/>
          <w:szCs w:val="18"/>
          <w:cs/>
        </w:rPr>
        <w:t>ហើយ​គឺ​ដែល​ទ្រង់​ត្រូវ​ឆ្កាង​ផង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»(១កូរិនថូស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C36323" w:rsidRPr="00EB7DAC" w:rsidRDefault="00C36323" w:rsidP="00C36323">
      <w:pPr>
        <w:pStyle w:val="BodyTextIndent2"/>
        <w:ind w:firstLine="0"/>
        <w:rPr>
          <w:rFonts w:cs="DaunPenh"/>
          <w:lang w:bidi="km-KH"/>
        </w:rPr>
      </w:pPr>
    </w:p>
    <w:p w:rsidR="00C36323" w:rsidRPr="00EB7DAC" w:rsidRDefault="00C36323" w:rsidP="00C36323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  <w:r w:rsidRPr="007B5DA3">
        <w:rPr>
          <w:rFonts w:ascii="Khmer OS Siemreap" w:hAnsi="Khmer OS Siemreap" w:cs="Khmer OS Siemreap"/>
          <w:cs/>
          <w:lang w:bidi="km-KH"/>
        </w:rPr>
        <w:t>យើងបានសង្រ្គោះដោយសារសេចក្ដីជំនឿនៅក្នុងព្រះគ្រីស្ទ និង</w:t>
      </w:r>
      <w:r>
        <w:rPr>
          <w:rFonts w:ascii="Khmer OS Siemreap" w:hAnsi="Khmer OS Siemreap" w:cs="Khmer OS Siemreap" w:hint="cs"/>
          <w:cs/>
          <w:lang w:bidi="km-KH"/>
        </w:rPr>
        <w:t xml:space="preserve">ទ្រង់ដែលត្រូវឆ្កាង។ យើងលូតលាស់ក្នុង ព្រះគុណដោយសារសេចក្ដីជំនឿនៅក្នុងព្រះគ្រីស្ទដែលត្រូវឆ្កាង។ ព្រះគ្រីស្ទគឺជា </w:t>
      </w:r>
      <w:r w:rsidRPr="00C6301A">
        <w:rPr>
          <w:rFonts w:ascii="Khmer OS Siemreap" w:hAnsi="Khmer OS Siemreap" w:cs="Khmer OS Siemreap"/>
          <w:cs/>
          <w:lang w:bidi="km-KH"/>
        </w:rPr>
        <w:t>«</w:t>
      </w:r>
      <w:r w:rsidRPr="00C6301A">
        <w:rPr>
          <w:rFonts w:ascii="Khmer OS Siemreap" w:hAnsi="Khmer OS Siemreap" w:cs="Khmer OS Siemreap"/>
          <w:cs/>
        </w:rPr>
        <w:t>អញ​ជា​អាលផា និង​ជា​អូមេកា គឺ​ជា​ដើម ហើយ​ជា​ចុង</w:t>
      </w:r>
      <w:r>
        <w:rPr>
          <w:rFonts w:ascii="Khmer OS Siemreap" w:hAnsi="Khmer OS Siemreap" w:cs="Khmer OS Siemreap" w:hint="cs"/>
          <w:cs/>
          <w:lang w:bidi="km-KH"/>
        </w:rPr>
        <w:t>»(វិវរណៈ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៨)។ ព្រះគ្រីស្ទគឺជា </w:t>
      </w:r>
      <w:r w:rsidRPr="00C6301A">
        <w:rPr>
          <w:rFonts w:ascii="Khmer OS Siemreap" w:hAnsi="Khmer OS Siemreap" w:cs="Khmer OS Siemreap"/>
          <w:cs/>
          <w:lang w:bidi="km-KH"/>
        </w:rPr>
        <w:t>«</w:t>
      </w:r>
      <w:r w:rsidRPr="00C6301A">
        <w:rPr>
          <w:rFonts w:ascii="Khmer OS Siemreap" w:hAnsi="Khmer OS Siemreap" w:cs="Khmer OS Siemreap"/>
          <w:cs/>
        </w:rPr>
        <w:t>ជា​មេ​ផ្តើម ហើយ​ជា​មេ​សំរេច​សេចក្តី​ជំនឿ​របស់​យើង</w:t>
      </w:r>
      <w:r>
        <w:rPr>
          <w:rFonts w:ascii="Khmer OS Siemreap" w:hAnsi="Khmer OS Siemreap" w:cs="Khmer OS Siemreap" w:hint="cs"/>
          <w:cs/>
          <w:lang w:bidi="km-KH"/>
        </w:rPr>
        <w:t>​»(ហេព្រើរ ១២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២)។ ដូចខ្ញុំបានអធិប្បាយកាលពីយប់មិញថា ព្រះគ្រីស្ទ </w:t>
      </w:r>
      <w:r w:rsidRPr="00C6301A">
        <w:rPr>
          <w:rFonts w:ascii="Khmer OS Siemreap" w:hAnsi="Khmer OS Siemreap" w:cs="Khmer OS Siemreap"/>
          <w:cs/>
          <w:lang w:bidi="km-KH"/>
        </w:rPr>
        <w:t>«</w:t>
      </w:r>
      <w:r w:rsidRPr="00C6301A">
        <w:rPr>
          <w:rFonts w:ascii="Khmer OS Siemreap" w:hAnsi="Khmer OS Siemreap" w:cs="Khmer OS Siemreap"/>
          <w:cs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C6301A">
        <w:rPr>
          <w:rFonts w:ascii="Khmer OS Siemreap" w:hAnsi="Khmer OS Siemreap" w:cs="Khmer OS Siemreap"/>
          <w:cs/>
        </w:rPr>
        <w:t>ទ្រង់​បាន​តាំង​ឡើង ទុក​ជា​ប្រាជ្ញា​ដែល​មក​ពី​ព្រះ</w:t>
      </w:r>
      <w:r w:rsidRPr="00C6301A">
        <w:rPr>
          <w:rFonts w:ascii="Khmer OS Siemreap" w:hAnsi="Khmer OS Siemreap" w:cs="Khmer OS Siemreap"/>
        </w:rPr>
        <w:t xml:space="preserve"> </w:t>
      </w:r>
      <w:r w:rsidRPr="00C6301A">
        <w:rPr>
          <w:rFonts w:ascii="Khmer OS Siemreap" w:hAnsi="Khmer OS Siemreap" w:cs="Khmer OS Siemreap"/>
          <w:cs/>
        </w:rPr>
        <w:t>ហើយ​ជា​សេចក្តី​សុចរិត សេចក្តី​បរិសុទ្ធ និង​សេចក្តី​ប្រោស​លោះ​ដល់​យើង​ផង</w:t>
      </w:r>
      <w:r>
        <w:rPr>
          <w:rFonts w:ascii="Khmer OS Siemreap" w:hAnsi="Khmer OS Siemreap" w:cs="Khmer OS Siemreap" w:hint="cs"/>
          <w:cs/>
          <w:lang w:bidi="km-KH"/>
        </w:rPr>
        <w:t>»(កូរិនថូសទី១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៣០)។ ដ្បិតឱកាសទាំងស្រុងនៃសេចក្ដីប្រោសលោះ សេចក្ដីបរិសុទ្ធ និងការ អួតនៅក្នុងព្រះគ្រីស្ទ  ហើយពិតជាមិនមានអ្វីច្រើនថែមទៀតទេដែលយើងត្រូវតែអធិប្បាយអំពី! លោក </w:t>
      </w:r>
      <w:r w:rsidRPr="0021655F">
        <w:t>Griffith</w:t>
      </w:r>
      <w:r w:rsidRPr="00EB7DAC">
        <w:rPr>
          <w:rFonts w:cs="DaunPenh" w:hint="cs"/>
          <w:cs/>
          <w:lang w:bidi="km-KH"/>
        </w:rPr>
        <w:t xml:space="preserve"> </w:t>
      </w:r>
      <w:r w:rsidRPr="00842D06">
        <w:rPr>
          <w:rFonts w:ascii="Khmer OS Siemreap" w:hAnsi="Khmer OS Siemreap" w:cs="Khmer OS Siemreap"/>
          <w:cs/>
          <w:lang w:bidi="km-KH"/>
        </w:rPr>
        <w:t>ទើបតែបានច្រៀងបទចំរៀងជាភាសាអាឡឺម៉ង់ដ៏ចាស់មួយដែលបានបកប្រែជាភាសាអង់គ្លេស</w:t>
      </w:r>
    </w:p>
    <w:p w:rsidR="00C36323" w:rsidRPr="00277CED" w:rsidRDefault="00C36323" w:rsidP="00C36323">
      <w:pPr>
        <w:pStyle w:val="BodyTextIndent2"/>
        <w:rPr>
          <w:rFonts w:cs="DaunPenh"/>
          <w:lang w:bidi="km-KH"/>
        </w:rPr>
      </w:pPr>
    </w:p>
    <w:p w:rsidR="00C36323" w:rsidRPr="00B63814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277CED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ពេល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ព្រឹកផ្ទៃមេឃប្រែទៅពណ៌មាសចិត្ដខ្ញុំនឹងស្រែកយំ</w:t>
      </w:r>
    </w:p>
    <w:p w:rsidR="00C36323" w:rsidRPr="00B63814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ព្រះយេស៊ូវគ្រីស្ទគួរលើកតំកើង</w:t>
      </w:r>
    </w:p>
    <w:p w:rsidR="00C36323" w:rsidRPr="00B63814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ដូចនៅកន្លែងធ្វើការ អធិស្ឋានឲ្យព្រះយេស៊ូវជួសជុល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ពេលគេងពិបាក វិញ្ញាណដ៏ស្ងាត់ស្ងៀមខ្ញុំច្រាកមើលឃើញ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ពេលគំនិតអាក្រក់បានធ្វើបាប ខ្ញុំការពារទ្រូងខ្ញុំ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ពេលទុក្ខព្រួយពេញក្នុងចិត្ដខ្ញុំ ជំនួយខ្ញុំរកឃើញនៅទីនេះ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ឬហើយដោយសុខនៅលើផែនដី ការកំសាន្ដចិត្ដខ្ញុំគឺនៅតែនេះ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ab/>
        <w:t>កាលខ្ញុំនៅរស់ចំរៀងនៃអំណររបស់ខ្ញុំគឺច្រៀងពីព្រះ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ខ្ញុំនឹងចៀងបទនៃពេញមួយជីវិតរបស់ខ្ញុំ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</w:p>
    <w:p w:rsidR="00C36323" w:rsidRPr="00277CED" w:rsidRDefault="00C36323" w:rsidP="00C36323">
      <w:pPr>
        <w:pStyle w:val="BodyTextIndent2"/>
        <w:ind w:left="1440" w:firstLine="0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(«</w:t>
      </w:r>
      <w:r w:rsidRPr="00B6381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ព្រះយេស៊ូវគ្រីស្ទគួរលើកតំកើង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អ្នកនិពន្ធមិនស្គាល់ឈ្មោះ បកប្រែពីភាសាអាឡឺមង់​​​ដោយ​លោក</w:t>
      </w:r>
      <w:r w:rsidRPr="003575EB">
        <w:t xml:space="preserve"> </w:t>
      </w:r>
      <w:r w:rsidRPr="0021655F">
        <w:t xml:space="preserve">Edward </w:t>
      </w:r>
      <w:proofErr w:type="spellStart"/>
      <w:r w:rsidRPr="0021655F">
        <w:t>Caswall</w:t>
      </w:r>
      <w:proofErr w:type="spellEnd"/>
      <w:r w:rsidRPr="0021655F">
        <w:t>, 1814-1878)</w:t>
      </w:r>
      <w:r w:rsidRPr="00C36323">
        <w:rPr>
          <w:rFonts w:ascii="Khmer OS Siemreap" w:hAnsi="Khmer OS Siemreap" w:cs="Khmer OS Siemreap"/>
          <w:cs/>
          <w:lang w:bidi="km-KH"/>
        </w:rPr>
        <w:t>។</w:t>
      </w:r>
    </w:p>
    <w:p w:rsidR="00C36323" w:rsidRPr="00277CED" w:rsidRDefault="00C36323" w:rsidP="00C36323">
      <w:pPr>
        <w:pStyle w:val="BodyTextIndent2"/>
        <w:ind w:left="1440" w:firstLine="0"/>
        <w:rPr>
          <w:rFonts w:ascii="Khmer OS Siemreap" w:hAnsi="Khmer OS Siemreap" w:cs="DaunPenh"/>
          <w:sz w:val="18"/>
          <w:szCs w:val="18"/>
          <w:lang w:bidi="km-KH"/>
        </w:rPr>
      </w:pPr>
    </w:p>
    <w:p w:rsidR="00C36323" w:rsidRPr="00277CED" w:rsidRDefault="00C36323" w:rsidP="00C36323">
      <w:pPr>
        <w:pStyle w:val="BodyTextIndent2"/>
        <w:ind w:firstLine="0"/>
        <w:rPr>
          <w:rFonts w:cs="DaunPenh"/>
          <w:szCs w:val="32"/>
          <w:lang w:bidi="km-KH"/>
        </w:rPr>
      </w:pPr>
      <w:r w:rsidRPr="00F32325">
        <w:rPr>
          <w:rFonts w:ascii="Khmer OS Siemreap" w:hAnsi="Khmer OS Siemreap" w:cs="Khmer OS Siemreap" w:hint="cs"/>
          <w:sz w:val="20"/>
          <w:cs/>
          <w:lang w:bidi="km-KH"/>
        </w:rPr>
        <w:t>ឬក៏ដូចលោក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21655F">
        <w:t>Griffith</w:t>
      </w:r>
      <w:r w:rsidRPr="00277CED">
        <w:rPr>
          <w:rFonts w:cs="DaunPenh" w:hint="cs"/>
          <w:cs/>
          <w:lang w:bidi="km-KH"/>
        </w:rPr>
        <w:t xml:space="preserve"> </w:t>
      </w:r>
      <w:r w:rsidRPr="00F32325">
        <w:rPr>
          <w:rFonts w:ascii="Khmer OS Siemreap" w:hAnsi="Khmer OS Siemreap" w:cs="Khmer OS Siemreap"/>
          <w:cs/>
          <w:lang w:bidi="km-KH"/>
        </w:rPr>
        <w:t>បានច្រៀងកាលពីយប់មិញ</w:t>
      </w:r>
    </w:p>
    <w:p w:rsidR="00C36323" w:rsidRPr="00490D20" w:rsidRDefault="00C36323" w:rsidP="00C36323">
      <w:pPr>
        <w:pStyle w:val="BodyText"/>
        <w:rPr>
          <w:rFonts w:cs="DaunPenh"/>
          <w:lang w:bidi="km-KH"/>
        </w:rPr>
      </w:pPr>
      <w:r w:rsidRPr="00490D20">
        <w:rPr>
          <w:rFonts w:cs="DaunPenh" w:hint="cs"/>
          <w:cs/>
          <w:lang w:bidi="km-KH"/>
        </w:rPr>
        <w:tab/>
      </w:r>
      <w:r w:rsidRPr="00490D20">
        <w:rPr>
          <w:rFonts w:cs="DaunPenh" w:hint="cs"/>
          <w:cs/>
          <w:lang w:bidi="km-KH"/>
        </w:rPr>
        <w:tab/>
      </w:r>
    </w:p>
    <w:p w:rsidR="00C36323" w:rsidRPr="00237082" w:rsidRDefault="00C36323" w:rsidP="00C3632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490D20">
        <w:rPr>
          <w:rFonts w:cs="DaunPenh" w:hint="cs"/>
          <w:cs/>
          <w:lang w:bidi="km-KH"/>
        </w:rPr>
        <w:tab/>
      </w:r>
      <w:r w:rsidRPr="00490D20">
        <w:rPr>
          <w:rFonts w:cs="DaunPenh" w:hint="cs"/>
          <w:cs/>
          <w:lang w:bidi="km-KH"/>
        </w:rPr>
        <w:tab/>
      </w: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ព្រះយេស៊ូវគ្រីស្ទបានធ្វើសំរាប់ខ្ញុំ អ្វីទាំងអស់ដែលខ្ញុំត្រូវការ</w:t>
      </w:r>
    </w:p>
    <w:p w:rsidR="00C36323" w:rsidRPr="00237082" w:rsidRDefault="00C36323" w:rsidP="00C3632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ទ្រង់តែមួយគត់ជាការអង្វររបស់ខ្ញុំ ទ្រង់គឺជាអ្វីទាំងអស់ដែលខ្ញុំត្រូវការ</w:t>
      </w:r>
    </w:p>
    <w:p w:rsidR="00C36323" w:rsidRPr="00237082" w:rsidRDefault="00C36323" w:rsidP="00C3632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ប្រាជ្ញា សេចក្ដីសុចរិត និងអំណាច ភាពបរិសុទ្ធនៅពេលនេះ</w:t>
      </w:r>
    </w:p>
    <w:p w:rsidR="00C36323" w:rsidRDefault="00C36323" w:rsidP="00C3632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23708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ការប្រោសលោះ និងសេរីភាពរបស់ខ្ញុំ ទ្រង់គឺជាអ្វីទាំងអស់ដែលខ្ញុំត្រូវការ</w:t>
      </w:r>
    </w:p>
    <w:p w:rsidR="005A51DC" w:rsidRDefault="00C36323" w:rsidP="00C36323">
      <w:pPr>
        <w:pStyle w:val="BodyText"/>
        <w:ind w:left="1440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(«គ្រប់ទាំងអស់ដែលខ្ញុំត្រូវការ» អ្នកនិពន្ធមិនស្គាល់ឈ្មោះ រក្សាសិទ្ធដោយលោក</w:t>
      </w:r>
      <w:r w:rsidRPr="00D2573D">
        <w:t xml:space="preserve"> </w:t>
      </w:r>
    </w:p>
    <w:p w:rsidR="00C36323" w:rsidRPr="00C36323" w:rsidRDefault="005A51DC" w:rsidP="00C36323">
      <w:pPr>
        <w:pStyle w:val="BodyText"/>
        <w:ind w:left="1440"/>
        <w:rPr>
          <w:rFonts w:ascii="Khmer OS Siemreap" w:hAnsi="Khmer OS Siemreap" w:cs="Khmer OS Siemreap"/>
          <w:sz w:val="20"/>
          <w:lang w:bidi="km-KH"/>
        </w:rPr>
      </w:pPr>
      <w:r>
        <w:t xml:space="preserve">      </w:t>
      </w:r>
      <w:r w:rsidR="00C36323" w:rsidRPr="00D2573D">
        <w:rPr>
          <w:sz w:val="20"/>
        </w:rPr>
        <w:t>John R. Rice</w:t>
      </w:r>
      <w:r w:rsidR="00C36323" w:rsidRPr="00C36323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C36323" w:rsidRPr="00EB7DAC" w:rsidRDefault="00C36323" w:rsidP="00C36323">
      <w:pPr>
        <w:pStyle w:val="BodyTextIndent2"/>
        <w:rPr>
          <w:rFonts w:cs="DaunPenh"/>
          <w:lang w:bidi="km-KH"/>
        </w:rPr>
      </w:pPr>
    </w:p>
    <w:p w:rsidR="00C36323" w:rsidRPr="000D70A4" w:rsidRDefault="00C36323" w:rsidP="00C36323">
      <w:pPr>
        <w:pStyle w:val="BodyTextIndent2"/>
        <w:rPr>
          <w:rFonts w:ascii="Khmer OS Siemreap" w:hAnsi="Khmer OS Siemreap" w:cs="Khmer OS Siemreap"/>
          <w:lang w:bidi="km-KH"/>
        </w:rPr>
      </w:pPr>
      <w:r w:rsidRPr="000D70A4">
        <w:rPr>
          <w:rFonts w:ascii="Khmer OS Siemreap" w:hAnsi="Khmer OS Siemreap" w:cs="Khmer OS Siemreap"/>
          <w:cs/>
          <w:lang w:bidi="km-KH"/>
        </w:rPr>
        <w:t>កាលខ្ញុំបាន</w:t>
      </w:r>
      <w:r>
        <w:rPr>
          <w:rFonts w:ascii="Khmer OS Siemreap" w:hAnsi="Khmer OS Siemreap" w:cs="Khmer OS Siemreap" w:hint="cs"/>
          <w:cs/>
          <w:lang w:bidi="km-KH"/>
        </w:rPr>
        <w:t>ចាប់ផ្ដើមធ្វើផែនការណ៍នៃការព្យាយាមអធិប្បាយពីដំណឹងល្អតាមវិធីជាច្រើននេះ ខ្ញុំ បានខ្លាចថា សេចក្ដីអធិប្បាយរបស់ខ្ញុំនឹងមានមនុស្សតិចចាប់អារម្មណ៍តាមអ៊ីនធើណែត។ ប៉ុន្ដែវាបានលើក ទឹកចិត្ដខ្ញុំខ្លាំងណាស់ដោយសារឥឡូវនេះមានមនុស្សជាច្រើនអានសេចក្ដីអធិប្បាយរបស់ខ្ញុំ។ ឧទាហរណ៍ កាលពីខែមុនមានមនុស្ស១០០ ៩៨៩ នៅលើគេហទំព័ររបស់យើង ហើយយើងមានអ៊ីម៉ែលដែលជាជួយ លើកទឹកចិត្ដច្រើនណាស់។ មានបេសកជនម្នាក់នៅក្នុងប្រទេសឥណ្ឌូនេស៊ីបានផ្ញើរអ៊ីម៉ែលមកកាលពីខែមុន នៅឱកាសថ្ងៃខួបកំណើតអាយុ៧៣ឆ្នាំរបស់ខ្ញុំ។ ខ្ញុំបានស្ទាក់ស្ទើរដើម្បីអានវាឲ្យអ្នករាល់គ្នាដោយព្រោះតែវា ហាក់ដូចជាខ្ញុំអួត។ ប៉ុន្ដែខ្ញុំមានអារម្មណ៍ថា វាល្អមែនទែន ហើយខ្ញុំត្រូវតែចែកចាយវា។ ភាសាអង់គ្លេសមិន មែនជាភាសាទីមួយរបស់គាត់ទេ។ គាត់និយាយភាសាឥណ្ឌូនេស៊ី ដូចនេះខ្ញុំដឹងថាគាត់បានចំណាយពេល ច្រើនដើម្បីសរសេរសារដ៏ល្អបំព្រងនេះ។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EB0F89">
        <w:rPr>
          <w:rFonts w:cs="DaunPenh" w:hint="cs"/>
          <w:cs/>
          <w:lang w:bidi="km-KH"/>
        </w:rPr>
        <w:tab/>
      </w:r>
      <w:r w:rsidRPr="00EB0F89">
        <w:rPr>
          <w:rFonts w:cs="DaunPenh" w:hint="cs"/>
          <w:cs/>
          <w:lang w:bidi="km-KH"/>
        </w:rPr>
        <w:tab/>
      </w:r>
      <w:r w:rsidRPr="00EB0F89">
        <w:rPr>
          <w:rFonts w:cs="DaunPenh"/>
          <w:cs/>
          <w:lang w:bidi="km-KH"/>
        </w:rPr>
        <w:tab/>
      </w:r>
      <w:r w:rsidRPr="00EB0F89">
        <w:rPr>
          <w:rFonts w:cs="DaunPenh" w:hint="cs"/>
          <w:cs/>
          <w:lang w:bidi="km-KH"/>
        </w:rPr>
        <w:tab/>
        <w:t xml:space="preserve">  </w:t>
      </w:r>
      <w:r w:rsidRPr="001031DC">
        <w:rPr>
          <w:rFonts w:ascii="Khmer OS Siemreap" w:hAnsi="Khmer OS Siemreap" w:cs="Khmer OS Siemreap"/>
          <w:sz w:val="18"/>
          <w:szCs w:val="18"/>
          <w:cs/>
          <w:lang w:bidi="km-KH"/>
        </w:rPr>
        <w:t>សេចក្ដីអធិប្បាយរបស់អ្នក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មានសាច់រឿងកើតឡើងម្ដងហើយម្ដងទៀត   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ដូចបទមហោរីមួយដូចបទមហោរីទីប្រាំរបស់</w:t>
      </w:r>
      <w:r w:rsidRPr="001031DC">
        <w:t xml:space="preserve"> </w:t>
      </w:r>
      <w:r w:rsidRPr="0021655F">
        <w:t>Beethoven</w:t>
      </w:r>
      <w:r w:rsidRPr="001031DC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សាច់រឿងកើត​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ឡើងម្ដង ហើយម្ដងទៀត។ សារៈសំខាន់របស់សេចក្ដីអធិប្បាយទៅលើឈាម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និងការទទួលទារុណកម្មរបស់ព្រះគ្រីស្ទ និងការប្រែចិត្ដ  វាមានម្ដងហើយម្ដង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ទៀតនៅក្នុងសេចក្ដីអធិប្បាយរបស់អ្នក។ អ្នកក៏អធិប្បាយប្រឆាំងនឹង   «លទ្ធិ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ដីនស៊ីសិន និងការបោះបង់ចោលព្រះក្នុងក្រុមជំនុំនៅសព្វថ្ងៃនេះម្ដង  ហើយ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ម្ដងទៀត។ សាច់រឿងនេះបង្រៀនម្ដង ហើយម្ដងទៀតដូចជាបទមហោរីទីប្រាំ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របស់</w:t>
      </w:r>
      <w:r w:rsidRPr="00785A60">
        <w:t xml:space="preserve"> </w:t>
      </w:r>
      <w:r w:rsidRPr="0021655F">
        <w:t>Beethoven</w:t>
      </w:r>
      <w:r w:rsidRPr="001031DC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ពួកវាកើតឡើងម្ដង ហើយម្ដងទៀតម្ដង។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សេចក្ដីអធិប្បាយរបស់អ្នកឮខ្ទ័រនៅក្នុងត្រចៀករបស់យើង ហើយរំលឹក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យើងម្ដង ហើយម្ដងទៀតពីជីវិតរបស់យើងដែលនឹងកន្លងផុតនៅពេលឆាប់ៗ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។ ដូច្នេះយើងត្រូវតែបន្ដប្រកាសពីព្រះគ្រីស្ទនៅពេលដែលយើងនៅពេលជីវិត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រស់នៅនៅឡើយ។ ជីវិត និងឱកាសរបស់យើងគឺដូចជាស្លឹកឈើស្ងួត   ដែល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បែកចេញពីមែក រួចពីខ្នោះ ហើយរសាត់សប្បាយពីសេរីភាពរបស់វា រាំដូចជា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ពស់ដែលរាំតាមបទភ្លេងនៃខ្យល់   ហើយបន្ទាប់មកធ្លាក់ជាពុកជារៀងរហូត។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មុនដំបូងយើងមើលឃើញ ហើយសប្បាយពីសេរីភាព    ប៉ុន្ដែនៅពេលឆាប់ៗ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សេរីភាពនឹងកន្លងផុតទៅ ហើយបាត់ទៅ     រហូតដល់យើងដឹងថាជីវិតរបស់​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យើងមិនអាចបង្កើតផលបានទៀតសោះ ហើយយើងបាត់បង់ឱកាសដើម្បីធ្វើ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​​​ការ​ថ្វាយព្រះ។ ​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br/>
      </w:r>
      <w:r w:rsidRPr="0076251F">
        <w:rPr>
          <w:rFonts w:ascii="Khmer OS Siemreap" w:hAnsi="Khmer OS Siemreap" w:cs="Khmer OS Siemreap"/>
          <w:sz w:val="18"/>
          <w:szCs w:val="18"/>
          <w:cs/>
          <w:lang w:bidi="km-KH"/>
        </w:rPr>
        <w:t>សេចក្ដីអធិប្បាយរបស់អ្នកឮខ្ទ័រនៅក្នុងត្រចៀករបស់យើង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ហើយរំលឹក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យើងម្ដង ហើយម្ដងទៀតមិនគ្រាន់តែជាអ្នកទស្សនានិងជាស្ដាប់នោះទេ ប៉ុន្ដែ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76251F">
        <w:rPr>
          <w:rFonts w:ascii="Khmer OS Siemreap" w:hAnsi="Khmer OS Siemreap" w:cs="Khmer OS Siemreap"/>
          <w:sz w:val="18"/>
          <w:szCs w:val="18"/>
          <w:cs/>
          <w:lang w:bidi="km-KH"/>
        </w:rPr>
        <w:t>ជាអ្នកធ្វើការអធិប្បាយពីដំណឹងល្អរបស់ព្រះគ្រីស្ទ។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ជីវិតរបស់យើង   ហើយ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និងឱកាសរបស់យើងគឺដូចជាឥន្ទធនូដ៏ស្អាតមួយ  ដែលមានពណ៌ធ្វើឲ្យភ្នែក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របស់យើងសំឡឹកមើលក្នុងគំនិតឆ្កួតៗ ប៉ុន្ដែខ្យល់ព្យុះបក់យកសម្រស់    និង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រូបរាងចេញ។ យើងជារឿយៗមានឱកាសដ៏អស្ចារ្យ ដើម្បីប្រកាសពីដំណឹងល្អ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ប៉ុន្ដែយើងពេញចិត្ដនឹងសំឡឹកមើលសម្រស់របស់វាតែប៉ុណ្ណោះ      រហូតដល់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យើងដឹងខ្លួន។ ប៉ុន្ដែឱកាសដ៏ស្រស់ស្អាតបានកន្លងផុត    ហើយគ្មានអ្វីសោះ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នៅសល់វាជាភាពទទេ។ ឥឡូវនេះ ព្រះបានប្រទានពេលឲ្យយើងឈោងចាប់​​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ព្រលឹងមនុស្សបាត់បង់។ទោះបីជាយ៉ាងណាក៏ដោយយើងនៅតែមានឧបសគ្គ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ហើយនៅតែមានមនុស្សជាច្រើនបើកចិត្ដ។      នៅក្នុងចំណោមពួកអ្នកដែល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បដិសេធសេចក្ដីអធិប្បាយរបស់យើង  ប្រាកដជានឹងមានមនុស្សខ្លះដែលនឹង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ទទួលព្រះគ្រីស្ទ។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76251F">
        <w:rPr>
          <w:rFonts w:ascii="Khmer OS Siemreap" w:hAnsi="Khmer OS Siemreap" w:cs="Khmer OS Siemreap"/>
          <w:sz w:val="18"/>
          <w:szCs w:val="18"/>
          <w:cs/>
          <w:lang w:bidi="km-KH"/>
        </w:rPr>
        <w:t>សេចក្ដីអធិប្បាយរបស់អ្នកឮខ្ទ័រនៅក្នុងត្រចៀករបស់យើង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ហើយរំលឹក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យើងម្ដង ហើយម្ដងទៀតឲ្យដឹងថា   កំលាំងរបស់យើងដើម្បីថ្វាយការខ្សោយ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ហើយ។ ជីវិត និងឱកាសរបស់យើងគឺដូចជារលកដែលកំពុងតែបក់    ដើម្បី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ជម្រុញយើង    ប៉ុន្ដែកំលាំងរបស់យើងនឹងអស់នៅពេលឆាប់ៗ    ហើយ​និង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បាត់​ទៅដូច​ជារលកដ៏ទន់តូចនៅពេលវាបុកនឹងច្រាំង –      ដូចជាការសំរេច​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ចិត្ដដើម្បីធ្វើការដែលមិននឹងធឹងនៅគ្រប់ពេល។   ពេលខ្លះយើងសប្បាយចិត្ដ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ប៉ុន្ដែជាញឹកញាប់យើងអស់សង្ឃឹម ហើយបោះបង់ចោលការងារ។ នៅខណៈ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ពេលដែលព្រះវិញ្ញាណកំពុងដុតនៅក្នុងព្រលឹងរបស់យើង    សូមឲ្យភ្លើងបន្ដ 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ដុតសេចក្ដីអធិប្បាយ និងកម្មវិធីរបស់យើង។ សេចក្ដីអធិប្បាយរបស់អ្នកឭខ្ទ័រ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នៅក្នុងត្រចៀករបស់យើងដើម្បីនិយាយមកយើង   ដូចជាសាវកបានប្រាប់ថា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D8513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85133">
        <w:rPr>
          <w:rFonts w:ascii="Khmer OS Siemreap" w:hAnsi="Khmer OS Siemreap" w:cs="Khmer OS Siemreap"/>
          <w:sz w:val="18"/>
          <w:szCs w:val="18"/>
          <w:cs/>
        </w:rPr>
        <w:t xml:space="preserve">ខាង​ឯ​សេចក្តី​ឧស្សាហ៍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D85133">
        <w:rPr>
          <w:rFonts w:ascii="Khmer OS Siemreap" w:hAnsi="Khmer OS Siemreap" w:cs="Khmer OS Siemreap"/>
          <w:sz w:val="18"/>
          <w:szCs w:val="18"/>
          <w:cs/>
        </w:rPr>
        <w:t xml:space="preserve">នោះ​កុំ​ឲ្យ​ខ្ជិល​ឡើយ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</w:t>
      </w:r>
      <w:r w:rsidRPr="00D85133">
        <w:rPr>
          <w:rFonts w:ascii="Khmer OS Siemreap" w:hAnsi="Khmer OS Siemreap" w:cs="Khmer OS Siemreap"/>
          <w:sz w:val="18"/>
          <w:szCs w:val="18"/>
          <w:cs/>
        </w:rPr>
        <w:t xml:space="preserve">ខាង​ឯ​វិញ្ញាណ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D85133">
        <w:rPr>
          <w:rFonts w:ascii="Khmer OS Siemreap" w:hAnsi="Khmer OS Siemreap" w:cs="Khmer OS Siemreap"/>
          <w:sz w:val="18"/>
          <w:szCs w:val="18"/>
          <w:cs/>
        </w:rPr>
        <w:t>នោះ​ក៏​ចូរ​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 w:rsidRPr="00D85133">
        <w:rPr>
          <w:rFonts w:ascii="Khmer OS Siemreap" w:hAnsi="Khmer OS Siemreap" w:cs="Khmer OS Siemreap"/>
          <w:sz w:val="18"/>
          <w:szCs w:val="18"/>
          <w:cs/>
        </w:rPr>
        <w:t>ព្យា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D85133">
        <w:rPr>
          <w:rFonts w:ascii="Khmer OS Siemreap" w:hAnsi="Khmer OS Siemreap" w:cs="Khmer OS Siemreap"/>
          <w:sz w:val="18"/>
          <w:szCs w:val="18"/>
          <w:cs/>
        </w:rPr>
        <w:t>យាម​ចុះ ដោយ​ខំ​ប្រឹង​បំរើ​ព្រះអម្ចាស់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left="1843" w:right="1399" w:hanging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សេចក្ដីអធិប្បាយរបស់អ្នកតែងតែដាស់តឿនយើង   ពីព្រះបន្ទូលរបស់</w:t>
      </w:r>
    </w:p>
    <w:p w:rsidR="00C36323" w:rsidRPr="009B6824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ព្រះដែលបានប្រាប់ថា </w:t>
      </w: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15"/>
      <w:bookmarkEnd w:id="2"/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ចំណែក​ឯ​មនុស្ស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ថ្ងៃ​អាយុ​របស់​គេ​ធៀប​ដូច​ជា​ស្មៅ</w:t>
      </w:r>
      <w:r w:rsidRPr="009B682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គេ​រីក​ឡើង​ដូច​ជា​ផ្កា​នៅ​ទី​វាល</w:t>
      </w:r>
      <w:r w:rsidRPr="009B682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bookmarkStart w:id="3" w:name="V16"/>
      <w:r w:rsidRPr="009B6824">
        <w:rPr>
          <w:rFonts w:ascii="Khmer OS Siemreap" w:hAnsi="Khmer OS Siemreap" w:cs="Khmer OS Siemreap"/>
          <w:sz w:val="18"/>
          <w:szCs w:val="18"/>
          <w:lang w:bidi="km-KH"/>
        </w:rPr>
        <w:t> </w:t>
      </w:r>
      <w:bookmarkEnd w:id="3"/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ដ្បិត​កាល​ណា​ខ្យល់​បក់​មក​ត្រូវ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នោះ​ក៏​សូន្យ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​បាត់​ទៅ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9B6824">
        <w:rPr>
          <w:rFonts w:ascii="Khmer OS Siemreap" w:hAnsi="Khmer OS Siemreap" w:cs="Khmer OS Siemreap"/>
          <w:sz w:val="18"/>
          <w:szCs w:val="18"/>
          <w:cs/>
          <w:lang w:bidi="km-KH"/>
        </w:rPr>
        <w:t>ហើយ​កន្លែង​នោះ​មិន​ស្គាល់​វា​ទៀត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    (ទំនុកដំកើង ១០៣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១៥-​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១៦)។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 អរគុណសំរាប់សេចក្ដីអធិប្បាយរបស់អ្នក។   អរគុណសំរាប់បំណងចិត្ដ 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ដែលអ្នកតែងតែបន្ដប្រាប់យើងឲ្យអធិប្បាយពីដំណឹងល្អ។   អរគុណសំរាប់អ្វី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ទាំងអស់ដែលអ្នកធ្វើសំរាប់ព្រះជាម្ចាស់   និងសំរាប់ព្រះអង្គសង្រ្គោះដ៏ជាព្រះ 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យេស៊ូវគ្រីស្ទរបស់យើង។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 រីករាយថ្ងៃខួបកំណើតលោកគ្រូគង្វាល។  សូមឲ្យព្រះប្រទានពរអ្នកនិង</w:t>
      </w:r>
    </w:p>
    <w:p w:rsidR="00C36323" w:rsidRDefault="00C36323" w:rsidP="00C36323">
      <w:pPr>
        <w:ind w:left="698"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គ្រួសាររបស់អ្នក និងសមាជិករបស់អ្នក។</w:t>
      </w:r>
    </w:p>
    <w:p w:rsidR="00C36323" w:rsidRPr="00EB0F89" w:rsidRDefault="00C36323" w:rsidP="00C36323">
      <w:pPr>
        <w:ind w:left="698" w:firstLine="72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 ពីកូនប្រុសនៅក្នុងព័ន្ចកិច្ច អេដី</w:t>
      </w:r>
      <w:r w:rsidRPr="009B6824">
        <w:t xml:space="preserve"> </w:t>
      </w:r>
      <w:r w:rsidRPr="00EB0F89">
        <w:rPr>
          <w:rFonts w:cs="DaunPenh" w:hint="cs"/>
          <w:cs/>
          <w:lang w:bidi="km-KH"/>
        </w:rPr>
        <w:t>(</w:t>
      </w:r>
      <w:r w:rsidRPr="009B6824">
        <w:t>Edi</w:t>
      </w:r>
      <w:r w:rsidRPr="00EB0F89">
        <w:rPr>
          <w:rFonts w:cs="DaunPenh" w:hint="cs"/>
          <w:cs/>
          <w:lang w:bidi="km-KH"/>
        </w:rPr>
        <w:t>)</w:t>
      </w:r>
      <w:r w:rsidRPr="00C36323">
        <w:rPr>
          <w:rFonts w:ascii="Khmer OS Siemreap" w:hAnsi="Khmer OS Siemreap" w:cs="Khmer OS Siemreap"/>
          <w:cs/>
          <w:lang w:bidi="km-KH"/>
        </w:rPr>
        <w:t>។</w:t>
      </w:r>
    </w:p>
    <w:p w:rsidR="00C36323" w:rsidRPr="00EB0F89" w:rsidRDefault="00C36323" w:rsidP="00C36323">
      <w:pPr>
        <w:pStyle w:val="BodyTextIndent2"/>
        <w:tabs>
          <w:tab w:val="left" w:pos="720"/>
          <w:tab w:val="left" w:pos="1843"/>
        </w:tabs>
        <w:ind w:right="1399" w:firstLine="0"/>
        <w:rPr>
          <w:rFonts w:ascii="Khmer OS Siemreap" w:hAnsi="Khmer OS Siemreap" w:cs="DaunPenh"/>
          <w:sz w:val="18"/>
          <w:szCs w:val="32"/>
          <w:lang w:bidi="km-KH"/>
        </w:rPr>
      </w:pPr>
      <w:r w:rsidRPr="00EB0F89">
        <w:rPr>
          <w:rFonts w:ascii="Khmer OS Siemreap" w:hAnsi="Khmer OS Siemreap" w:cs="DaunPenh" w:hint="cs"/>
          <w:sz w:val="18"/>
          <w:szCs w:val="32"/>
          <w:cs/>
          <w:lang w:bidi="km-KH"/>
        </w:rPr>
        <w:tab/>
      </w:r>
    </w:p>
    <w:p w:rsidR="00C36323" w:rsidRDefault="00C36323" w:rsidP="00C36323">
      <w:pPr>
        <w:pStyle w:val="BodyTextIndent2"/>
        <w:tabs>
          <w:tab w:val="left" w:pos="720"/>
          <w:tab w:val="left" w:pos="1843"/>
        </w:tabs>
        <w:ind w:right="-18" w:firstLine="0"/>
        <w:rPr>
          <w:rFonts w:ascii="Khmer OS Siemreap" w:hAnsi="Khmer OS Siemreap" w:cs="Khmer OS Siemreap"/>
          <w:sz w:val="20"/>
          <w:lang w:bidi="km-KH"/>
        </w:rPr>
      </w:pPr>
      <w:r w:rsidRPr="00EB0F89">
        <w:rPr>
          <w:rFonts w:ascii="Khmer OS Siemreap" w:hAnsi="Khmer OS Siemreap" w:cs="DaunPenh" w:hint="cs"/>
          <w:sz w:val="18"/>
          <w:szCs w:val="32"/>
          <w:cs/>
          <w:lang w:bidi="km-KH"/>
        </w:rPr>
        <w:tab/>
      </w:r>
      <w:r w:rsidRPr="00FA18AC">
        <w:rPr>
          <w:rFonts w:ascii="Khmer OS Siemreap" w:hAnsi="Khmer OS Siemreap" w:cs="Khmer OS Siemreap"/>
          <w:sz w:val="20"/>
          <w:cs/>
          <w:lang w:bidi="km-KH"/>
        </w:rPr>
        <w:t>សារដ៏</w:t>
      </w:r>
      <w:r>
        <w:rPr>
          <w:rFonts w:ascii="Khmer OS Siemreap" w:hAnsi="Khmer OS Siemreap" w:cs="Khmer OS Siemreap" w:hint="cs"/>
          <w:sz w:val="20"/>
          <w:cs/>
          <w:lang w:bidi="km-KH"/>
        </w:rPr>
        <w:t>ស្មោះ</w:t>
      </w:r>
      <w:r w:rsidRPr="00FA18AC">
        <w:rPr>
          <w:rFonts w:ascii="Khmer OS Siemreap" w:hAnsi="Khmer OS Siemreap" w:cs="Khmer OS Siemreap"/>
          <w:sz w:val="20"/>
          <w:cs/>
          <w:lang w:bidi="km-KH"/>
        </w:rPr>
        <w:t>ពីចិត្ដ</w:t>
      </w:r>
      <w:r>
        <w:rPr>
          <w:rFonts w:ascii="Khmer OS Siemreap" w:hAnsi="Khmer OS Siemreap" w:cs="Khmer OS Siemreap" w:hint="cs"/>
          <w:sz w:val="20"/>
          <w:cs/>
          <w:lang w:bidi="km-KH"/>
        </w:rPr>
        <w:t>ត្រូវបានផ្ញើរមកខ្ញុំដោយបេសកជនស្មោះត្រង់ម្នាក់នៅក្នុងប្រទេសឥណ្ឌូនេស៊ី។ វា បានប៉ះពាល់ចិត្ដខ្ញុំ ហើយខ្ញុំចង់ចែកចាយវាទៅអ្នករាល់គ្នា។ បាទ យើងត្រូវតែបន្ដអធិប្បាយពីដំណឹងល្អ។ ហើយយើងត្រូវតែធ្វើការដោយខ្នះខ្នែងដើម្បីប្រកាសពី «សម្បតិ្ដទ្រព្យរបស់ព្រះគ្រីស្ទដ៏ប្រមាណមិនបាន»។</w:t>
      </w:r>
    </w:p>
    <w:p w:rsidR="00C36323" w:rsidRPr="009508AD" w:rsidRDefault="00C36323" w:rsidP="00C36323">
      <w:pPr>
        <w:pStyle w:val="BodyTextIndent2"/>
        <w:tabs>
          <w:tab w:val="left" w:pos="720"/>
          <w:tab w:val="left" w:pos="1843"/>
        </w:tabs>
        <w:ind w:right="-18" w:firstLine="0"/>
        <w:rPr>
          <w:rFonts w:ascii="Khmer OS Siemreap" w:hAnsi="Khmer OS Siemreap" w:cs="Khmer OS Siemreap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ខ្ញុំជឿថាគ្រីស្ទបរិស័ទទាំងអស់ត្រូវតែស្ដាប់លឺដំណឹងល្អជាញឹកញាប់។ «សម្បតិ្ដទ្រព្យដ៏ប្រមាណ មិនបានរបស់ព្រះគ្រីស្ទ» មិនគ្រាន់តែផ្ដល់សំរាប់អ្នកមិនជឿប៉ុណ្ណោះទេ។ តាមការពិតសំបុត្រទៅកាន់បងប្អូន នៅទីក្រុងអេភេសូរត្រូវបានសរសេរទៅ</w:t>
      </w:r>
      <w:r w:rsidRPr="009508AD">
        <w:rPr>
          <w:rFonts w:ascii="Khmer OS Siemreap" w:hAnsi="Khmer OS Siemreap" w:cs="Khmer OS Siemreap"/>
          <w:sz w:val="20"/>
          <w:cs/>
          <w:lang w:bidi="km-KH"/>
        </w:rPr>
        <w:t>កាន់ «</w:t>
      </w:r>
      <w:r w:rsidRPr="009508AD">
        <w:rPr>
          <w:rFonts w:ascii="Khmer OS Siemreap" w:hAnsi="Khmer OS Siemreap" w:cs="Khmer OS Siemreap"/>
          <w:cs/>
        </w:rPr>
        <w:t>ផ្ញើ​មក​ពួក​បរិសុទ្ធ ដែល​នៅ​ក្រុង​អេភេសូរ ជា​ពួក​អ្នក​ស្មោះត្រង់​ក្នុង​ព្រះគ្រីស្ទយេស៊ូវ</w:t>
      </w:r>
      <w:r>
        <w:rPr>
          <w:rFonts w:ascii="Khmer OS Siemreap" w:hAnsi="Khmer OS Siemreap" w:cs="Khmer OS Siemreap" w:hint="cs"/>
          <w:cs/>
          <w:lang w:bidi="km-KH"/>
        </w:rPr>
        <w:t>»(អេភេសូរ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សាវកប៉ុលប្រាប់ពីចំនុចជាច្រើននៃដំណឹងល្អនៅក្នុងសំបុត្រដ៏ អស្ចារ្យនេះ។ វាគឺជាក័ណ្ឌគម្ពីរមួយដែលខ្ញុំចូលចិត្ដនៅក្នុងព្រះគម្ពីរដោយព្រោះតែវាថ្វាយសិរីល្អព្រះយេស៊ូវ ខ្លាំងណាស់ ហើយវាប្រកាសពីដំណឹងល្អយ៉ាងច្បាស់លាស់។ ហើយសាវកប៉ុលបានលើកទឹកចិត្ដដល់កូនព្រះ ទាំងនេះហើយដាស់តឿនពួកគេពីអ្វីដែលព្រះយេស៊ូវបានធ្វើដើម្បីជួយសង្រ្គោះពួកគេ។ នេះគឺជាខគម្ពីរ២ ដែលខ្ញុំចូលចិត្ដ។</w:t>
      </w:r>
    </w:p>
    <w:p w:rsidR="00C36323" w:rsidRPr="00EB0F89" w:rsidRDefault="00C36323" w:rsidP="00C36323">
      <w:pPr>
        <w:pStyle w:val="BodyTextIndent2"/>
        <w:rPr>
          <w:rFonts w:cs="DaunPenh"/>
          <w:lang w:bidi="km-KH"/>
        </w:rPr>
      </w:pPr>
    </w:p>
    <w:p w:rsidR="00C36323" w:rsidRPr="00D7194F" w:rsidRDefault="00C36323" w:rsidP="00C36323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EB0F89">
        <w:rPr>
          <w:rFonts w:cs="DaunPenh" w:hint="cs"/>
          <w:cs/>
          <w:lang w:bidi="km-KH"/>
        </w:rPr>
        <w:tab/>
      </w:r>
      <w:r w:rsidRPr="003A593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A593A">
        <w:rPr>
          <w:rFonts w:ascii="Khmer OS Siemreap" w:hAnsi="Khmer OS Siemreap" w:cs="Khmer OS Siemreap"/>
          <w:sz w:val="18"/>
          <w:szCs w:val="18"/>
          <w:cs/>
        </w:rPr>
        <w:t>នៅ​វេលា​នោះ អ្នក​រាល់​គ្នា​នៅ​ទីទៃ​ពី​ព្រះគ្រីស្ទ</w:t>
      </w:r>
      <w:r w:rsidRPr="003A593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A593A">
        <w:rPr>
          <w:rFonts w:ascii="Khmer OS Siemreap" w:hAnsi="Khmer OS Siemreap" w:cs="Khmer OS Siemreap"/>
          <w:sz w:val="18"/>
          <w:szCs w:val="18"/>
          <w:cs/>
        </w:rPr>
        <w:t>ក៏​ឃ្លាត​ចេញ​ពី​អំណាច​ជាតិ​អ៊ីស្រាអែល​ផង</w:t>
      </w:r>
      <w:r w:rsidRPr="003A593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A593A">
        <w:rPr>
          <w:rFonts w:ascii="Khmer OS Siemreap" w:hAnsi="Khmer OS Siemreap" w:cs="Khmer OS Siemreap"/>
          <w:sz w:val="18"/>
          <w:szCs w:val="18"/>
          <w:cs/>
        </w:rPr>
        <w:t>ជា​មនុស្ស​ដទៃ​ខាង​ឯ​សេចក្តី​សញ្ញា ដែល​ទ្រង់​បាន​សន្យា​ទុក</w:t>
      </w:r>
      <w:r w:rsidRPr="003A593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A593A">
        <w:rPr>
          <w:rFonts w:ascii="Khmer OS Siemreap" w:hAnsi="Khmer OS Siemreap" w:cs="Khmer OS Siemreap"/>
          <w:sz w:val="18"/>
          <w:szCs w:val="18"/>
          <w:cs/>
        </w:rPr>
        <w:t>ក៏​ឥត​មាន​ទី​សង្ឃឹម ហើយ​គ្មាន​ព្រះ​ក្នុង​លោកីយ៍​នេះ​ដែរ</w:t>
      </w:r>
      <w:r w:rsidRPr="003A593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A593A">
        <w:rPr>
          <w:rFonts w:ascii="Khmer OS Siemreap" w:hAnsi="Khmer OS Siemreap" w:cs="Khmer OS Siemreap"/>
          <w:sz w:val="18"/>
          <w:szCs w:val="18"/>
          <w:cs/>
        </w:rPr>
        <w:t>តែ​ឥឡូវ​នេះ ដែល​នៅ​ក្នុង​ព្រះគ្រីស្ទយេស៊ូវ នោះ​អ្នក​រាល់​គ្នា ដែល​ពី​ដើម​នៅ​ឆ្ងាយ បាន​មក​ជិត​វិញ ដោយសារ​ព្រះលោហិត​ទ្រង់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»(អេភេសូរ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១២-១៣)។</w:t>
      </w:r>
    </w:p>
    <w:p w:rsidR="00C36323" w:rsidRPr="00EB0F89" w:rsidRDefault="00C36323" w:rsidP="00C36323">
      <w:pPr>
        <w:pStyle w:val="BodyTextIndent2"/>
        <w:ind w:firstLine="0"/>
        <w:rPr>
          <w:rFonts w:cs="DaunPenh"/>
          <w:lang w:bidi="km-KH"/>
        </w:rPr>
      </w:pPr>
    </w:p>
    <w:p w:rsidR="00C36323" w:rsidRDefault="00C36323" w:rsidP="00C36323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E447F6">
        <w:rPr>
          <w:rFonts w:ascii="Khmer OS Siemreap" w:hAnsi="Khmer OS Siemreap" w:cs="Khmer OS Siemreap"/>
          <w:cs/>
          <w:lang w:bidi="km-KH"/>
        </w:rPr>
        <w:t>គ្រីស្ទបរិស័ទទាំងអស់ត្រូវតែលឺដំណឹងល្អដដែល។</w:t>
      </w:r>
      <w:r>
        <w:rPr>
          <w:rFonts w:ascii="Khmer OS Siemreap" w:hAnsi="Khmer OS Siemreap" w:cs="Khmer OS Siemreap" w:hint="cs"/>
          <w:cs/>
          <w:lang w:bidi="km-KH"/>
        </w:rPr>
        <w:t xml:space="preserve"> យើងត្រូវឲ្យគេរំលឹកថាយើងគ្មានសង្ឃឹម ហើយយើងនៅ ទីទៃពីព្រះនៅក្នុងលោកីយ។ យើងត្រូវឲ្យគេរំលឹកថាយើង </w:t>
      </w:r>
      <w:r w:rsidRPr="00DD684D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DD684D">
        <w:rPr>
          <w:rFonts w:ascii="Khmer OS Siemreap" w:hAnsi="Khmer OS Siemreap" w:cs="Khmer OS Siemreap"/>
          <w:sz w:val="20"/>
          <w:cs/>
        </w:rPr>
        <w:t>បាន​មក​ជិត​វិញ ដោយសារ​ព្រះលោហិត​ទ្រង់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</w:t>
      </w:r>
    </w:p>
    <w:p w:rsidR="00C36323" w:rsidRDefault="00C36323" w:rsidP="00C3632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ខ្ញុំបានអានសេចក្ដីអធិប្បាយដ៏អស្ចារ្យមួយរបស់គ្រូគង្វាល</w:t>
      </w:r>
      <w:r w:rsidRPr="00CC2A84">
        <w:t xml:space="preserve"> </w:t>
      </w:r>
      <w:r w:rsidRPr="0021655F">
        <w:t>Rev. Warren Peel</w:t>
      </w:r>
      <w:r w:rsidRPr="00490D20">
        <w:rPr>
          <w:rFonts w:cs="DaunPenh" w:hint="cs"/>
          <w:cs/>
          <w:lang w:bidi="km-KH"/>
        </w:rPr>
        <w:t xml:space="preserve"> </w:t>
      </w:r>
      <w:r w:rsidRPr="00CC2A84">
        <w:rPr>
          <w:rFonts w:ascii="Khmer OS Siemreap" w:hAnsi="Khmer OS Siemreap" w:cs="Khmer OS Siemreap"/>
          <w:cs/>
          <w:lang w:bidi="km-KH"/>
        </w:rPr>
        <w:t>នៅក្រុមជំនុំ</w:t>
      </w:r>
      <w:r w:rsidRPr="00CC2A84">
        <w:t xml:space="preserve"> </w:t>
      </w:r>
      <w:r w:rsidRPr="0021655F">
        <w:t xml:space="preserve">Trinity Presbyterian </w:t>
      </w:r>
      <w:r w:rsidRPr="00CC2A84">
        <w:rPr>
          <w:rFonts w:ascii="Khmer OS Siemreap" w:hAnsi="Khmer OS Siemreap" w:cs="Khmer OS Siemreap"/>
          <w:cs/>
          <w:lang w:bidi="km-KH"/>
        </w:rPr>
        <w:t>នៅក្នុងទីក្រុង</w:t>
      </w:r>
      <w:r w:rsidRPr="00CC2A84">
        <w:t xml:space="preserve"> </w:t>
      </w:r>
      <w:r w:rsidRPr="0021655F">
        <w:t>Newtownabbey</w:t>
      </w:r>
      <w:r w:rsidRPr="00490D20">
        <w:rPr>
          <w:rFonts w:cs="DaunPenh" w:hint="cs"/>
          <w:cs/>
          <w:lang w:bidi="km-KH"/>
        </w:rPr>
        <w:t xml:space="preserve"> </w:t>
      </w:r>
      <w:r w:rsidRPr="00CC2A84">
        <w:rPr>
          <w:rFonts w:ascii="Khmer OS Siemreap" w:hAnsi="Khmer OS Siemreap" w:cs="Khmer OS Siemreap"/>
          <w:cs/>
          <w:lang w:bidi="km-KH"/>
        </w:rPr>
        <w:t>ប្រទេសអៀឡង់ខាងជើង។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នៅក្នុងសេចក្ដី អធិប្បាយមួយបានសរសេរនៅក្នុងទស្សនាវត្ដី</w:t>
      </w:r>
      <w:r w:rsidRPr="00CC2A84">
        <w:t xml:space="preserve"> </w:t>
      </w:r>
      <w:r w:rsidRPr="0021655F">
        <w:t>Banner of Truth</w:t>
      </w:r>
      <w:r w:rsidRPr="00CC2A84">
        <w:rPr>
          <w:rFonts w:ascii="Khmer OS Siemreap" w:hAnsi="Khmer OS Siemreap" w:cs="Khmer OS Siemreap"/>
          <w:cs/>
          <w:lang w:bidi="km-KH"/>
        </w:rPr>
        <w:t>។ លោក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21655F">
        <w:t>Peel</w:t>
      </w:r>
      <w:r w:rsidRPr="00CC2A84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បានពន្យល់ប្រាប់ដល់ គ្រីស្ទបរិស័ទ រួមទាំងគ្រូគង្វាលទាំងអស់ថាពួកគេត្រូវតែស្ដាប់លឺដំណឹងល្អជាញឹកញាប់។ គាត់បាននិយាយ ថា «យើងត្រូវតែស្ដាប់លឺដំណឹងល្អ ហើយ</w:t>
      </w:r>
      <w:r w:rsidRPr="00CC2A84">
        <w:rPr>
          <w:rFonts w:ascii="Khmer OS Siemreap" w:hAnsi="Khmer OS Siemreap" w:cs="Khmer OS Siemreap" w:hint="cs"/>
          <w:i/>
          <w:iCs/>
          <w:cs/>
          <w:lang w:bidi="km-KH"/>
        </w:rPr>
        <w:t>ជឿវា</w:t>
      </w:r>
      <w:r>
        <w:rPr>
          <w:rFonts w:ascii="Khmer OS Siemreap" w:hAnsi="Khmer OS Siemreap" w:cs="Khmer OS Siemreap" w:hint="cs"/>
          <w:cs/>
          <w:lang w:bidi="km-KH"/>
        </w:rPr>
        <w:t xml:space="preserve"> គ្រប់ថ្ងៃដែលយើងរស់នៅ»ទស្សនាវត្ដី</w:t>
      </w:r>
      <w:r w:rsidRPr="00CC2A84">
        <w:t xml:space="preserve"> </w:t>
      </w:r>
      <w:r w:rsidRPr="00C36323">
        <w:rPr>
          <w:rFonts w:ascii="Khmer OS Siemreap" w:hAnsi="Khmer OS Siemreap" w:cs="Khmer OS Siemreap"/>
          <w:cs/>
          <w:lang w:bidi="km-KH"/>
        </w:rPr>
        <w:t>(</w:t>
      </w:r>
      <w:r w:rsidRPr="0021655F">
        <w:t>Banner of Truth</w:t>
      </w:r>
      <w:r w:rsidRPr="00490D20">
        <w:rPr>
          <w:rFonts w:cs="DaunPenh" w:hint="cs"/>
          <w:cs/>
          <w:lang w:bidi="km-KH"/>
        </w:rPr>
        <w:t xml:space="preserve"> </w:t>
      </w:r>
      <w:r w:rsidRPr="00CC2A84">
        <w:rPr>
          <w:rFonts w:ascii="Khmer OS Siemreap" w:hAnsi="Khmer OS Siemreap" w:cs="Khmer OS Siemreap"/>
          <w:cs/>
          <w:lang w:bidi="km-KH"/>
        </w:rPr>
        <w:t>សីហា/កញ្ញា ២០១៣ ទំព័រ៤)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គាត់បានប្រាប់ដូចនោះដល់គ្រូគង្វាលនៅក្នុងសិក្ខាសិលាព្រះគម្ពីរមួយ។ «យើងត្រូវតែស្ដាប់លឺដំណឹងល្អ ហើយ</w:t>
      </w:r>
      <w:r w:rsidRPr="00CC2A84">
        <w:rPr>
          <w:rFonts w:ascii="Khmer OS Siemreap" w:hAnsi="Khmer OS Siemreap" w:cs="Khmer OS Siemreap" w:hint="cs"/>
          <w:i/>
          <w:iCs/>
          <w:cs/>
          <w:lang w:bidi="km-KH"/>
        </w:rPr>
        <w:t>ជឿវា</w:t>
      </w:r>
      <w:r>
        <w:rPr>
          <w:rFonts w:ascii="Khmer OS Siemreap" w:hAnsi="Khmer OS Siemreap" w:cs="Khmer OS Siemreap" w:hint="cs"/>
          <w:cs/>
          <w:lang w:bidi="km-KH"/>
        </w:rPr>
        <w:t xml:space="preserve"> គ្រប់ថ្ងៃដែលយើងរស់នៅ» នោះគឺជាការងារល្អដល់គ្រូគង្វាល! អរគុណសំរាប់ការនិយាយប្រាប់! នៅពេលខ្ញុំអានសេចក្ដីអធិប្បាយរបស់គាត់ ខ្ញុំបានសរសេរមូលហេតុចំនួន ៨ទុកពីហេតុផលដែលគ្រីស្ទានដែលបានកើតជាថ្មីត្រូវតែស្ដាប់លឺដំណឹងល្អជាញឹកញាប់ ហើយខ្ញុំគិតអំពីវា ជារៀងរាល់ថ្ងៃ! នេះគឺជាមូលហេតុទាំងនេះ។ វាមិនត្រូវបានរៀបចំដោយលំដាប់លំដោយពិសេសនោះទេ។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ខ្ញុំគ្រាន់តែបានសរសេរពីខ្ញុំដែលខ្ញុំបានគិតអំពីវា។ ប្រហែលជាអ្នកនឹងគិតឃើញថែមទៀត។ នេះគឺជាបញ្ជីនៃ មូលហេតុរបស់ខ្ញុំពីហេតុផលដែលគ្រីស្ទានត្រូវតែស្ដាប់លឺការអធិប្បាយពីដំណឹងល្អ។</w:t>
      </w:r>
    </w:p>
    <w:p w:rsidR="00C36323" w:rsidRPr="00486AC9" w:rsidRDefault="00C36323" w:rsidP="00C36323">
      <w:pPr>
        <w:pStyle w:val="BodyTextIndent2"/>
        <w:tabs>
          <w:tab w:val="left" w:pos="1418"/>
        </w:tabs>
        <w:ind w:firstLine="0"/>
        <w:rPr>
          <w:rFonts w:ascii="Khmer OS Siemreap" w:hAnsi="Khmer OS Siemreap" w:cs="Khmer OS Siemreap"/>
          <w:lang w:bidi="km-KH"/>
        </w:rPr>
      </w:pP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 w:rsidRPr="00E0766F">
        <w:rPr>
          <w:rFonts w:ascii="Khmer OS Siemreap" w:hAnsi="Khmer OS Siemreap" w:cs="Khmer OS Siemreap"/>
          <w:cs/>
          <w:lang w:bidi="km-KH"/>
        </w:rPr>
        <w:t>១</w:t>
      </w:r>
      <w:r>
        <w:rPr>
          <w:rFonts w:ascii="Khmer OS Siemreap" w:hAnsi="Khmer OS Siemreap" w:cs="Khmer OS Siemreap"/>
          <w:cs/>
          <w:lang w:bidi="km-KH"/>
        </w:rPr>
        <w:t xml:space="preserve">. </w:t>
      </w:r>
      <w:r>
        <w:rPr>
          <w:rFonts w:ascii="Khmer OS Siemreap" w:hAnsi="Khmer OS Siemreap" w:cs="Khmer OS Siemreap" w:hint="cs"/>
          <w:cs/>
          <w:lang w:bidi="km-KH"/>
        </w:rPr>
        <w:t>ដំណឹងល្អធ្វើឲ្យយើងមានសេរីភាពពីការជាប់ទោស។ (លោកគ្រូគង្វាលផីលបានបង្រៀនពី មេរៀននេះនៅក្នុងសេចក្ដីអធិប្បាយរបស់គាត់)។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២.  ដំណឹងល្អផ្ដល់ទីសង្ឃឹមដល់យើងនៅពេលអនាគត  ដោយព្រោះតែព្រះគ្រីស្ទទ្រង់បានរស់ពី​សុគត​ឡើងវិញ ហើយទ្រង់នឹងយាងមកម្ដងទៀត!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៣. ដំណឹងល្អផ្ដល់ឲ្យឈប់សំរាក (ព្រះយេស៊ូវបានមានបន្ទូលថា «ខ្ញុំនឹងឲ្យអ្នកឈប់សំរាក» ម៉ាថាយ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២៨)។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៤.   ដំណឹងល្អធ្វើឲ្យយើងមានអំណាចលើអារក្សសាតាំង </w:t>
      </w:r>
      <w:r w:rsidRPr="00076F7D">
        <w:rPr>
          <w:rFonts w:ascii="Khmer OS Siemreap" w:hAnsi="Khmer OS Siemreap" w:cs="Khmer OS Siemreap"/>
          <w:cs/>
          <w:lang w:bidi="km-KH"/>
        </w:rPr>
        <w:t>«</w:t>
      </w:r>
      <w:r w:rsidRPr="00076F7D">
        <w:rPr>
          <w:rFonts w:ascii="Khmer OS Siemreap" w:hAnsi="Khmer OS Siemreap" w:cs="Khmer OS Siemreap"/>
          <w:cs/>
        </w:rPr>
        <w:t>គេ​បា</w:t>
      </w:r>
      <w:r>
        <w:rPr>
          <w:rFonts w:ascii="Khmer OS Siemreap" w:hAnsi="Khmer OS Siemreap" w:cs="Khmer OS Siemreap"/>
          <w:cs/>
        </w:rPr>
        <w:t>ន​ឈ្នះ​វា ដោយសារ​ឈាម​នៃ​កូន​ចៀម</w:t>
      </w:r>
      <w:r>
        <w:rPr>
          <w:rFonts w:ascii="Khmer OS Siemreap" w:hAnsi="Khmer OS Siemreap" w:cs="Khmer OS Siemreap" w:hint="cs"/>
          <w:cs/>
          <w:lang w:bidi="km-KH"/>
        </w:rPr>
        <w:t>»វិវរណៈ ១២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១១)។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៥.  ដំណឹងល្អផ្ដល់ភាពក្លាហានឲ្យយើងនៅក្នុងសេចក្ដីអធិស្ឋាន។ </w:t>
      </w:r>
      <w:r w:rsidRPr="00076F7D">
        <w:rPr>
          <w:rFonts w:ascii="Khmer OS Siemreap" w:hAnsi="Khmer OS Siemreap" w:cs="Khmer OS Siemreap"/>
          <w:cs/>
          <w:lang w:bidi="km-KH"/>
        </w:rPr>
        <w:t>(«</w:t>
      </w:r>
      <w:bookmarkStart w:id="4" w:name="V19"/>
      <w:bookmarkEnd w:id="4"/>
      <w:r w:rsidRPr="00076F7D">
        <w:rPr>
          <w:rFonts w:ascii="Khmer OS Siemreap" w:hAnsi="Khmer OS Siemreap" w:cs="Khmer OS Siemreap"/>
          <w:cs/>
        </w:rPr>
        <w:t>ដូច្នេះ បង​ប្អូន​អើយ ដែល​យើង​មាន​សេចក្តី​ក្លៀវក្លា​នឹង​ចូល​ទៅ​ក្នុង​ទី​បរិសុទ្ធ ដោយសារ​ព្រះលោហិត​នៃ​ព្រះយេស៊ូវ</w:t>
      </w:r>
      <w:r>
        <w:rPr>
          <w:rFonts w:ascii="Khmer OS Siemreap" w:hAnsi="Khmer OS Siemreap" w:cs="Khmer OS Siemreap" w:hint="cs"/>
          <w:cs/>
          <w:lang w:bidi="km-KH"/>
        </w:rPr>
        <w:t>» ហេព្រើរ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១៩)។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៦.  ដំណឹងល្អផ្ដល់កំលាំងឲ្យយើងនៅថ្ងៃរងវេទនា។ </w:t>
      </w:r>
      <w:r w:rsidRPr="005C1A1E">
        <w:rPr>
          <w:rFonts w:ascii="Khmer OS Siemreap" w:hAnsi="Khmer OS Siemreap" w:cs="Khmer OS Siemreap"/>
          <w:cs/>
          <w:lang w:bidi="km-KH"/>
        </w:rPr>
        <w:t>(«</w:t>
      </w:r>
      <w:bookmarkStart w:id="5" w:name="V10"/>
      <w:bookmarkEnd w:id="5"/>
      <w:r w:rsidRPr="005C1A1E">
        <w:rPr>
          <w:rFonts w:ascii="Khmer OS Siemreap" w:hAnsi="Khmer OS Siemreap" w:cs="Khmer OS Siemreap"/>
          <w:cs/>
        </w:rPr>
        <w:t>រីឯ​ព្រះ​ដ៏​មាន​ព្រះគុណ​</w:t>
      </w:r>
      <w:r w:rsidRPr="005C1A1E">
        <w:rPr>
          <w:rFonts w:ascii="Khmer OS Siemreap" w:hAnsi="Khmer OS Siemreap" w:cs="Khmer OS Siemreap"/>
        </w:rPr>
        <w:t xml:space="preserve"> </w:t>
      </w:r>
      <w:r w:rsidRPr="005C1A1E">
        <w:rPr>
          <w:rFonts w:ascii="Khmer OS Siemreap" w:hAnsi="Khmer OS Siemreap" w:cs="Khmer OS Siemreap"/>
          <w:cs/>
        </w:rPr>
        <w:t>សព្វ​គ្រប់</w:t>
      </w:r>
      <w:r>
        <w:rPr>
          <w:rFonts w:ascii="Khmer OS Siemreap" w:hAnsi="Khmer OS Siemreap" w:cs="Khmer OS Siemreap"/>
          <w:cs/>
        </w:rPr>
        <w:t xml:space="preserve"> ដែល​ទ្រង់​បាន​ហៅ​យើង​រាល់​គ្នា</w:t>
      </w:r>
      <w:r w:rsidRPr="005C1A1E">
        <w:rPr>
          <w:rFonts w:ascii="Khmer OS Siemreap" w:hAnsi="Khmer OS Siemreap" w:cs="Khmer OS Siemreap"/>
          <w:cs/>
        </w:rPr>
        <w:t>មក​ក្នុង​សិរីល្អ​នៃ​ទ្រង់</w:t>
      </w:r>
      <w:r>
        <w:rPr>
          <w:rFonts w:ascii="Khmer OS Siemreap" w:hAnsi="Khmer OS Siemreap" w:cs="Khmer OS Siemreap"/>
          <w:cs/>
        </w:rPr>
        <w:t>ដ៏​នៅ​អស់​កល្ប​ជានិច្ច</w:t>
      </w:r>
      <w:r w:rsidRPr="005C1A1E">
        <w:rPr>
          <w:rFonts w:ascii="Khmer OS Siemreap" w:hAnsi="Khmer OS Siemreap" w:cs="Khmer OS Siemreap"/>
          <w:cs/>
        </w:rPr>
        <w:t>ដោយ​ព្រះ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5C1A1E">
        <w:rPr>
          <w:rFonts w:ascii="Khmer OS Siemreap" w:hAnsi="Khmer OS Siemreap" w:cs="Khmer OS Siemreap"/>
          <w:cs/>
        </w:rPr>
        <w:t>គ្រីស្ទ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5C1A1E">
        <w:rPr>
          <w:rFonts w:ascii="Khmer OS Siemreap" w:hAnsi="Khmer OS Siemreap" w:cs="Khmer OS Siemreap"/>
          <w:cs/>
        </w:rPr>
        <w:t>យេ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5C1A1E">
        <w:rPr>
          <w:rFonts w:ascii="Khmer OS Siemreap" w:hAnsi="Khmer OS Siemreap" w:cs="Khmer OS Siemreap"/>
          <w:cs/>
        </w:rPr>
        <w:t>ស៊ូវ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5C1A1E">
        <w:rPr>
          <w:rFonts w:ascii="Khmer OS Siemreap" w:hAnsi="Khmer OS Siemreap" w:cs="Khmer OS Siemreap"/>
        </w:rPr>
        <w:t xml:space="preserve"> </w:t>
      </w:r>
      <w:r w:rsidRPr="005C1A1E">
        <w:rPr>
          <w:rFonts w:ascii="Khmer OS Siemreap" w:hAnsi="Khmer OS Siemreap" w:cs="Khmer OS Siemreap"/>
          <w:cs/>
        </w:rPr>
        <w:t>នោះ​សូម​ទ្រង់​មេត្តា​ប្រោស​ឲ្យ​អ្នក​រាល់​គ្នា​បាន​គ្រប់​លក្ខណ៍</w:t>
      </w:r>
      <w:r w:rsidRPr="005C1A1E">
        <w:rPr>
          <w:rFonts w:ascii="Khmer OS Siemreap" w:hAnsi="Khmer OS Siemreap" w:cs="Khmer OS Siemreap"/>
        </w:rPr>
        <w:t xml:space="preserve"> </w:t>
      </w:r>
      <w:r w:rsidRPr="005C1A1E">
        <w:rPr>
          <w:rFonts w:ascii="Khmer OS Siemreap" w:hAnsi="Khmer OS Siemreap" w:cs="Khmer OS Siemreap"/>
          <w:cs/>
        </w:rPr>
        <w:t>ទាំង​ចំរើន​កំឡាំង ហើយ​តាំង​អ្នក​រាល់​គ្នា​ឲ្យ​មាំមួន​ឡើង</w:t>
      </w:r>
      <w:r w:rsidRPr="005C1A1E">
        <w:rPr>
          <w:rFonts w:ascii="Khmer OS Siemreap" w:hAnsi="Khmer OS Siemreap" w:cs="Khmer OS Siemreap"/>
        </w:rPr>
        <w:t xml:space="preserve"> </w:t>
      </w:r>
      <w:r w:rsidRPr="005C1A1E">
        <w:rPr>
          <w:rFonts w:ascii="Khmer OS Siemreap" w:hAnsi="Khmer OS Siemreap" w:cs="Khmer OS Siemreap"/>
          <w:cs/>
        </w:rPr>
        <w:t>ក្នុង​ខណៈ​ក្រោយ​ដែល​បាន​រង​ទុក្ខ​បន្តិច</w:t>
      </w:r>
      <w:r>
        <w:rPr>
          <w:rFonts w:ascii="Khmer OS Siemreap" w:hAnsi="Khmer OS Siemreap" w:cs="Khmer OS Siemreap" w:hint="cs"/>
          <w:cs/>
          <w:lang w:bidi="km-KH"/>
        </w:rPr>
        <w:t>» ១ពេត្រុស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១០)។</w:t>
      </w:r>
    </w:p>
    <w:p w:rsidR="00C36323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៧.   ដំណឹងល្អផ្ដល់កំលាំងឲ្យយើងសំរេចរឿងដែលយើងបានគិតថា វាមិនអាចទៅរួច។ </w:t>
      </w:r>
      <w:r w:rsidRPr="005C1A1E">
        <w:rPr>
          <w:rFonts w:ascii="Khmer OS Siemreap" w:hAnsi="Khmer OS Siemreap" w:cs="Khmer OS Siemreap"/>
          <w:cs/>
          <w:lang w:bidi="km-KH"/>
        </w:rPr>
        <w:t>(«</w:t>
      </w:r>
      <w:bookmarkStart w:id="6" w:name="V13"/>
      <w:bookmarkEnd w:id="6"/>
      <w:r w:rsidRPr="005C1A1E">
        <w:rPr>
          <w:rFonts w:ascii="Khmer OS Siemreap" w:hAnsi="Khmer OS Siemreap" w:cs="Khmer OS Siemreap"/>
          <w:cs/>
        </w:rPr>
        <w:t>ខ្ញុំ​អាច​នឹង​ធ្វើ​គ្រប់​ទាំង​អស់​បាន ដោយសារ​ព្រះគ្រីស្ទ​ដែល​ទ្រង់​ចំរើន​កំឡាំង​ដល់​ខ្ញុំ</w:t>
      </w:r>
      <w:r>
        <w:rPr>
          <w:rFonts w:ascii="Khmer OS Siemreap" w:hAnsi="Khmer OS Siemreap" w:cs="Khmer OS Siemreap" w:hint="cs"/>
          <w:cs/>
          <w:lang w:bidi="km-KH"/>
        </w:rPr>
        <w:t>» ភីលីព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​១៣)។</w:t>
      </w:r>
    </w:p>
    <w:p w:rsidR="00C36323" w:rsidRPr="00260D5F" w:rsidRDefault="00C36323" w:rsidP="00C36323">
      <w:pPr>
        <w:pStyle w:val="BodyTextIndent2"/>
        <w:ind w:left="1134" w:hanging="425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៨.   ដំណឹងល្អផ្ដល់ទំនុកចិត្ដដល់យើងថា យើងនឹងលូតលាស់ក្នុងព្រះគុណ។ </w:t>
      </w:r>
      <w:r w:rsidRPr="00260D5F">
        <w:rPr>
          <w:rFonts w:ascii="Khmer OS Siemreap" w:hAnsi="Khmer OS Siemreap" w:cs="Khmer OS Siemreap"/>
          <w:cs/>
          <w:lang w:bidi="km-KH"/>
        </w:rPr>
        <w:t>(«</w:t>
      </w:r>
      <w:r w:rsidRPr="00260D5F">
        <w:rPr>
          <w:rFonts w:ascii="Khmer OS Siemreap" w:hAnsi="Khmer OS Siemreap" w:cs="Khmer OS Siemreap"/>
          <w:cs/>
        </w:rPr>
        <w:t>ខ្ញុំ​ជឿ​សេចក្តី​នេះ​ជា​</w:t>
      </w:r>
      <w:r w:rsidRPr="00260D5F">
        <w:rPr>
          <w:rFonts w:ascii="Khmer OS Siemreap" w:hAnsi="Khmer OS Siemreap" w:cs="Khmer OS Siemreap"/>
        </w:rPr>
        <w:t xml:space="preserve"> </w:t>
      </w:r>
      <w:r w:rsidRPr="00260D5F">
        <w:rPr>
          <w:rFonts w:ascii="Khmer OS Siemreap" w:hAnsi="Khmer OS Siemreap" w:cs="Khmer OS Siemreap"/>
          <w:cs/>
        </w:rPr>
        <w:t>យ៉ាង​ជាក់​ថា</w:t>
      </w:r>
      <w:r w:rsidRPr="00260D5F">
        <w:rPr>
          <w:rFonts w:ascii="Khmer OS Siemreap" w:hAnsi="Khmer OS Siemreap" w:cs="Khmer OS Siemreap"/>
        </w:rPr>
        <w:t xml:space="preserve"> </w:t>
      </w:r>
      <w:r w:rsidRPr="00260D5F">
        <w:rPr>
          <w:rFonts w:ascii="Khmer OS Siemreap" w:hAnsi="Khmer OS Siemreap" w:cs="Khmer OS Siemreap"/>
          <w:cs/>
        </w:rPr>
        <w:t>ព្រះអង្គ​ដែល​ទ្រង់​បាន​ចាប់​តាំង​ធ្វើ​ការ​ល្អ​ក្នុង​អ្នក​រាល់​គ្នា</w:t>
      </w:r>
      <w:r w:rsidRPr="00260D5F">
        <w:rPr>
          <w:rFonts w:ascii="Khmer OS Siemreap" w:hAnsi="Khmer OS Siemreap" w:cs="Khmer OS Siemreap"/>
        </w:rPr>
        <w:t xml:space="preserve"> </w:t>
      </w:r>
      <w:r w:rsidRPr="00260D5F">
        <w:rPr>
          <w:rFonts w:ascii="Khmer OS Siemreap" w:hAnsi="Khmer OS Siemreap" w:cs="Khmer OS Siemreap"/>
          <w:cs/>
        </w:rPr>
        <w:t>ទ្រង់​នឹង​ធ្វើ​ឲ្យ​កាន់​តែ​ពេញ​ខ្នាត​ឡើង</w:t>
      </w:r>
      <w:r w:rsidRPr="00260D5F">
        <w:rPr>
          <w:rFonts w:ascii="Khmer OS Siemreap" w:hAnsi="Khmer OS Siemreap" w:cs="Khmer OS Siemreap"/>
        </w:rPr>
        <w:t xml:space="preserve"> </w:t>
      </w:r>
      <w:r w:rsidRPr="00260D5F">
        <w:rPr>
          <w:rFonts w:ascii="Khmer OS Siemreap" w:hAnsi="Khmer OS Siemreap" w:cs="Khmer OS Siemreap"/>
          <w:cs/>
        </w:rPr>
        <w:t>ទាល់​តែ​ដល់​ថ្ងៃ​នៃ​ព្រះយេស៊ូវគ្រីស្ទ</w:t>
      </w:r>
      <w:r>
        <w:rPr>
          <w:rFonts w:ascii="Khmer OS Siemreap" w:hAnsi="Khmer OS Siemreap" w:cs="Khmer OS Siemreap" w:hint="cs"/>
          <w:cs/>
          <w:lang w:bidi="km-KH"/>
        </w:rPr>
        <w:t>»ភីលីព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៦)។</w:t>
      </w:r>
    </w:p>
    <w:p w:rsidR="00C36323" w:rsidRPr="00490D20" w:rsidRDefault="00C36323" w:rsidP="00C36323">
      <w:pPr>
        <w:pStyle w:val="BodyTextIndent2"/>
        <w:ind w:right="720"/>
        <w:rPr>
          <w:rFonts w:cs="DaunPenh"/>
          <w:lang w:bidi="km-KH"/>
        </w:rPr>
      </w:pPr>
    </w:p>
    <w:p w:rsidR="00C36323" w:rsidRPr="002D30BF" w:rsidRDefault="00C36323" w:rsidP="00C36323">
      <w:pPr>
        <w:pStyle w:val="BodyTextIndent2"/>
        <w:tabs>
          <w:tab w:val="left" w:pos="142"/>
        </w:tabs>
        <w:ind w:right="-18" w:firstLine="709"/>
        <w:rPr>
          <w:rFonts w:ascii="Khmer OS Siemreap" w:hAnsi="Khmer OS Siemreap" w:cs="Khmer OS Siemreap"/>
          <w:lang w:bidi="km-KH"/>
        </w:rPr>
      </w:pPr>
      <w:r w:rsidRPr="002D30BF">
        <w:rPr>
          <w:rFonts w:ascii="Khmer OS Siemreap" w:hAnsi="Khmer OS Siemreap" w:cs="Khmer OS Siemreap"/>
          <w:cs/>
          <w:lang w:bidi="km-KH"/>
        </w:rPr>
        <w:t>ពីរបីសប្ដាហ៍កន្លងមកហើយខ្ញុំបានអធិប្បាយមេរៀនមួយដែលមានចំណងជើងថា</w:t>
      </w:r>
      <w:r>
        <w:rPr>
          <w:rFonts w:ascii="Khmer OS Siemreap" w:hAnsi="Khmer OS Siemreap" w:cs="Khmer OS Siemreap" w:hint="cs"/>
          <w:cs/>
          <w:lang w:bidi="km-KH"/>
        </w:rPr>
        <w:t xml:space="preserve"> «ជីវិតកាលពី​ដើម​របស់​ខ្ញុំ»។ ខ្ញុំបានបង្រៀនពីទុក្ខលំបាកខ្លះដែលខ្ញុំមាននៅពេលខ្ញុំជាមនុស្សវ័យក្មេងម្នាក់។ អារក្សបាន បំបែរសេចក្ដីអធិប្បាយនោះនៅក្នុងគំនិតរបស់បុរសវ័យក្មេងម្នាក់។ នៅពេលក្រោយមកបុរសវ័យក្មេងនោះ បានប្រាប់ខ្ញុំថា គាត់ខ្លាចមិនហ៊ានជឿលើព្រះយេស៊ូវទេ គាត់ខ្លាចគាត់នឹងមានទុក្ខលំបាកដូចនោះដែរ។ ឃើញទេអារក្សបំបែររឿង! ចំណុចនៃសេចក្ដីអធិប្បាយខ្ញុំគឺថា ព្រះអម្ចាស់យេស៊ូវគ្រីស្ទបានប្រទានកំលាំងឲ្យ ខ្ញុំនៅពេលខ្ញុំមានទុក្ខលំបាកទាំងអស់នោះ។ ហើយព្រះគ្រីស្ទនឹងប្រទានកំលាំងឲ្យអ្នកនៅពេលអ្នកជួយទុក្ខ លំបាកនៅក្នុងជីវិតរបស់អ្នកផងដែរ! សូមប្រែចិត្ដពីអំពើបាបរបស់អ្នក ហើយជឿជាក់លើព្រះយេស៊ូវ! ទ្រង់ នឹងលាងសំអាតអំពើបាបរបស់អ្នកដោយព្រះលោហិតរបស់ទ្រង់ ហើយទ្រង់នឹងប្រទានឲ្យអ្នកមានជីវិតថ្មី ហើយប្រសើរជាងជីវិតដែលអ្នកមិនដែលមានទ្រង់! នេះគឺជាបទចំរៀងមួយដែលខ្ញុំបានរៀនច្រៀងនៅពេល ខ្ញុំជាក្មេងប្រុសម្នាក់</w:t>
      </w:r>
    </w:p>
    <w:p w:rsidR="00C36323" w:rsidRPr="00490D20" w:rsidRDefault="00C36323" w:rsidP="00C36323">
      <w:pPr>
        <w:pStyle w:val="BodyTextIndent2"/>
        <w:rPr>
          <w:rFonts w:cs="DaunPenh"/>
          <w:lang w:bidi="km-KH"/>
        </w:rPr>
      </w:pPr>
      <w:r w:rsidRPr="00490D20">
        <w:rPr>
          <w:rFonts w:cs="DaunPenh" w:hint="cs"/>
          <w:cs/>
          <w:lang w:bidi="km-KH"/>
        </w:rPr>
        <w:lastRenderedPageBreak/>
        <w:tab/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490D20">
        <w:rPr>
          <w:rFonts w:cs="DaunPenh" w:hint="cs"/>
          <w:cs/>
          <w:lang w:bidi="km-KH"/>
        </w:rPr>
        <w:tab/>
      </w:r>
      <w:r w:rsidRPr="00EB61CF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ខ្ញុំបានតាំងចិត្ដទៅឯព្រះអង្គសង្រ្គោះ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ខ្ញុំចេញពីបាប និងការព្យាយាមរបស់ខ្ញុំ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ទ្រង់គឺជាព្រះដ៏ពិតតែមួយ គឺទ្រង់តែមួយគត់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ទ្រង់មានព្រះបន្ទូលនៃជីវិត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ខ្ញុំនឹងប្រញាប់ទៅរកទ្រង់ ប្រញាប់ទៅដោយអរសប្បាយ និងដោយសេរី</w:t>
      </w:r>
    </w:p>
    <w:p w:rsidR="00C36323" w:rsidRDefault="00C36323" w:rsidP="00C36323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ព្រះយេស៊ូវទ្រង់ធំអស្ចារ្យ ខ្ពស់បំផុត ខ្ញុំនឹងមករកទ្រង់។</w:t>
      </w:r>
    </w:p>
    <w:p w:rsidR="00C36323" w:rsidRPr="00490D20" w:rsidRDefault="00C36323" w:rsidP="00C36323">
      <w:pPr>
        <w:pStyle w:val="BodyTextIndent2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(«ខ្ញុំបានតាំងចិត្ដ» ដោយលោក </w:t>
      </w:r>
      <w:r w:rsidRPr="00D7194F">
        <w:rPr>
          <w:sz w:val="20"/>
        </w:rPr>
        <w:t xml:space="preserve">Palmer </w:t>
      </w:r>
      <w:proofErr w:type="spellStart"/>
      <w:r w:rsidRPr="00D7194F">
        <w:rPr>
          <w:sz w:val="20"/>
        </w:rPr>
        <w:t>Hartsough</w:t>
      </w:r>
      <w:proofErr w:type="spellEnd"/>
      <w:r w:rsidRPr="00D7194F">
        <w:rPr>
          <w:sz w:val="20"/>
        </w:rPr>
        <w:t>, 1844-1932)</w:t>
      </w:r>
      <w:r w:rsidRPr="00C36323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C36323" w:rsidRPr="0021655F" w:rsidRDefault="00C36323" w:rsidP="00C36323">
      <w:pPr>
        <w:pStyle w:val="BodyTextIndent2"/>
      </w:pPr>
    </w:p>
    <w:p w:rsidR="00C36323" w:rsidRPr="00D13A8F" w:rsidRDefault="00C36323" w:rsidP="00C36323">
      <w:pPr>
        <w:pStyle w:val="BodyText"/>
        <w:rPr>
          <w:rFonts w:ascii="Khmer OS Siemreap" w:hAnsi="Khmer OS Siemreap" w:cs="Khmer OS Siemreap"/>
          <w:lang w:bidi="km-KH"/>
        </w:rPr>
      </w:pPr>
      <w:r w:rsidRPr="00D13A8F">
        <w:rPr>
          <w:rFonts w:ascii="Khmer OS Siemreap" w:hAnsi="Khmer OS Siemreap" w:cs="Khmer OS Siemreap"/>
          <w:cs/>
          <w:lang w:bidi="km-KH"/>
        </w:rPr>
        <w:t>សូមបែរចេញពីអំពើបាបរបស់អ្នក ហើយជឿជាក់លើព្រះយេស៊ូវនៅថ្ងៃនេះ! អ្នកនឹងមិនដែលស្ដាយ</w:t>
      </w:r>
      <w:r>
        <w:rPr>
          <w:rFonts w:ascii="Khmer OS Siemreap" w:hAnsi="Khmer OS Siemreap" w:cs="Khmer OS Siemreap" w:hint="cs"/>
          <w:cs/>
          <w:lang w:bidi="km-KH"/>
        </w:rPr>
        <w:t>ក្រោយ ទេ! ហើយបន្ទាប់មកសូមគិតអំពីដំណឹងល្អគ្រប់ថ្ងៃសំរាប់ជីវិតដែលអ្នកសល់របស់អ្នក។ ព្រះយេស៊ូវបាន សុគតនៅលើឈើឆ្កាងដើម្បីសងទោសអំពើបាបរបស់អ្នក។ ព្រះយេស៊ូវបានបង្ហូរព្រះលោហិតរបស់ទ្រង់ ដើម្បីលាងសំអាតអំពើបាបរបស់យើងទាំងអស់។ ព្រះយេស៊ូវបានរស់ពីសុគតទាំងព្រះកាយដើម្បីប្រទានឲ្យ យើងមានជីវិត! សូមបែរចេញពីអំពើបាប ហើយជឿជាក់លើទ្រង់! អ្នកនឹងមិនដែលស្ដាយក្រោយទេ! បើអ្នក ចង់និយាយជាមួយយើងអំពីការជឿជាក់លើព្រះយេស៊ូវ និងការត្រលប់ជាកូនព្រះពិតប្រាកដម្នាក់ សូមចេញ ពីកន្លែងអង្គុយរបស់អ្នក ហើយដើរទៅខាងក្រោយសាលប្រជុំឥឡូវនេះ។ លោក ចាន់នឹងនាំអ្នកទៅបន្ទប់ ផ្សេងទៀតដែលយើងអាចអធិស្ឋាន ហើយនិយាយគ្នាបាន។ លោក ចាន់សូមអធិស្ឋានឲ្យមានបងប្អូនយើង ខ្លះនឹងជឿជាក់លើព្រះយេស៊ូវនៅព្រឹកនេះ។ អាម៉ែន។</w:t>
      </w:r>
    </w:p>
    <w:p w:rsidR="00EB6974" w:rsidRPr="00F11D89" w:rsidRDefault="00EB6974" w:rsidP="00912779">
      <w:pPr>
        <w:pStyle w:val="BodyTextIndent2"/>
      </w:pPr>
    </w:p>
    <w:p w:rsidR="00C36323" w:rsidRPr="004713E1" w:rsidRDefault="00C36323" w:rsidP="00C36323">
      <w:pPr>
        <w:pStyle w:val="BodyTextIndent2"/>
        <w:ind w:left="2160"/>
        <w:rPr>
          <w:rFonts w:ascii="Khmer OS Siemreap" w:hAnsi="Khmer OS Siemreap" w:cs="Khmer OS Siemreap"/>
          <w:b/>
          <w:bCs/>
          <w:sz w:val="20"/>
          <w:lang w:bidi="km-KH"/>
        </w:rPr>
      </w:pPr>
      <w:r w:rsidRPr="004713E1">
        <w:rPr>
          <w:rFonts w:ascii="Khmer OS Siemreap" w:hAnsi="Khmer OS Siemreap" w:cs="Khmer OS Siemreap"/>
          <w:b/>
          <w:bCs/>
          <w:sz w:val="20"/>
          <w:cs/>
          <w:lang w:bidi="km-KH"/>
        </w:rPr>
        <w:t>(ចប់សេ</w:t>
      </w:r>
      <w:r>
        <w:rPr>
          <w:rFonts w:ascii="Khmer OS Siemreap" w:hAnsi="Khmer OS Siemreap" w:cs="Khmer OS Siemreap" w:hint="cs"/>
          <w:b/>
          <w:bCs/>
          <w:sz w:val="20"/>
          <w:cs/>
          <w:lang w:bidi="km-KH"/>
        </w:rPr>
        <w:t>ច</w:t>
      </w:r>
      <w:r w:rsidRPr="004713E1">
        <w:rPr>
          <w:rFonts w:ascii="Khmer OS Siemreap" w:hAnsi="Khmer OS Siemreap" w:cs="Khmer OS Siemreap"/>
          <w:b/>
          <w:bCs/>
          <w:sz w:val="20"/>
          <w:cs/>
          <w:lang w:bidi="km-KH"/>
        </w:rPr>
        <w:t>ក្ដីអធិប្បាយ)</w:t>
      </w:r>
    </w:p>
    <w:p w:rsidR="00C36323" w:rsidRPr="000E68CD" w:rsidRDefault="00C36323" w:rsidP="00C36323">
      <w:pPr>
        <w:pStyle w:val="Title"/>
        <w:rPr>
          <w:rFonts w:cs="DaunPenh"/>
          <w:b w:val="0"/>
          <w:bCs/>
          <w:lang w:bidi="km-KH"/>
        </w:rPr>
      </w:pPr>
      <w:r w:rsidRPr="00557E56">
        <w:rPr>
          <w:rFonts w:ascii="Khmer OS Siemreap" w:hAnsi="Khmer OS Siemreap" w:cs="Khmer OS Siemreap"/>
          <w:i/>
          <w:sz w:val="22"/>
          <w:cs/>
          <w:lang w:bidi="km-KH"/>
        </w:rPr>
        <w:t>អ្នកអាចអានការអធិប្បាយរបស់លោក ហ៊ីមើស៍​ជារៀងរាល់សប្ដាហ៍បាន</w:t>
      </w:r>
      <w:r>
        <w:rPr>
          <w:rFonts w:ascii="Khmer OS Siemreap" w:hAnsi="Khmer OS Siemreap" w:cs="Khmer OS Siemreap" w:hint="cs"/>
          <w:i/>
          <w:sz w:val="22"/>
          <w:cs/>
          <w:lang w:bidi="km-KH"/>
        </w:rPr>
        <w:t>តាមអ៊ីនធើណេតតាមគេហទំព័រ</w:t>
      </w:r>
      <w:r w:rsidRPr="00E45F88">
        <w:rPr>
          <w:i/>
          <w:sz w:val="22"/>
        </w:rPr>
        <w:br/>
      </w:r>
      <w:r w:rsidRPr="00E45F88">
        <w:rPr>
          <w:b w:val="0"/>
          <w:bCs/>
        </w:rPr>
        <w:t xml:space="preserve">at www.realconversion.com.  </w:t>
      </w:r>
      <w:r w:rsidRPr="00614B8F">
        <w:rPr>
          <w:rFonts w:ascii="Khmer OS Siemreap" w:hAnsi="Khmer OS Siemreap" w:cs="Khmer OS Siemreap"/>
          <w:cs/>
          <w:lang w:bidi="km-KH"/>
        </w:rPr>
        <w:t>ចុចលើ</w:t>
      </w:r>
      <w:r w:rsidRPr="00E45F88">
        <w:rPr>
          <w:b w:val="0"/>
          <w:bCs/>
        </w:rPr>
        <w:t xml:space="preserve"> “Sermon Manuscripts.”   </w:t>
      </w:r>
    </w:p>
    <w:p w:rsidR="00C36323" w:rsidRPr="000E68CD" w:rsidRDefault="00C36323" w:rsidP="00C36323">
      <w:pPr>
        <w:pStyle w:val="Title"/>
        <w:rPr>
          <w:rFonts w:ascii="Khmer OS Siemreap" w:hAnsi="Khmer OS Siemreap" w:cs="DaunPenh"/>
          <w:sz w:val="18"/>
          <w:szCs w:val="22"/>
          <w:lang w:bidi="km-KH"/>
        </w:rPr>
      </w:pPr>
    </w:p>
    <w:p w:rsidR="00C36323" w:rsidRDefault="00C36323" w:rsidP="00C36323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អ្នកអាចអ៊ីម៉ែលទៅលោក</w:t>
      </w:r>
      <w:r w:rsidRPr="000E68CD">
        <w:rPr>
          <w:rFonts w:cs="DaunPenh" w:hint="cs"/>
          <w:b w:val="0"/>
          <w:szCs w:val="39"/>
          <w:cs/>
          <w:lang w:bidi="km-KH"/>
        </w:rPr>
        <w:t xml:space="preserve"> </w:t>
      </w:r>
      <w:r w:rsidRPr="00E45F88">
        <w:rPr>
          <w:b w:val="0"/>
          <w:szCs w:val="24"/>
        </w:rPr>
        <w:t xml:space="preserve">Dr. Hymers at </w:t>
      </w:r>
      <w:r w:rsidR="005A51DC" w:rsidRPr="005A51DC">
        <w:rPr>
          <w:b w:val="0"/>
          <w:szCs w:val="24"/>
        </w:rPr>
        <w:t>rlhymersjr@sbcglobal.net</w:t>
      </w:r>
      <w:r w:rsidRPr="00E45F88">
        <w:rPr>
          <w:b w:val="0"/>
          <w:szCs w:val="24"/>
        </w:rPr>
        <w:t xml:space="preserve"> – </w:t>
      </w: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ឬក៏អ្នក</w:t>
      </w:r>
    </w:p>
    <w:p w:rsidR="00C36323" w:rsidRDefault="00C36323" w:rsidP="00C36323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  <w:r>
        <w:rPr>
          <w:rFonts w:ascii="Khmer OS Siemreap" w:hAnsi="Khmer OS Siemreap" w:cs="Khmer OS Siemreap" w:hint="cs"/>
          <w:b w:val="0"/>
          <w:sz w:val="20"/>
          <w:cs/>
          <w:lang w:bidi="km-KH"/>
        </w:rPr>
        <w:t xml:space="preserve">      </w:t>
      </w: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អាចសរសេរផ្ញើរទៅគាត់តាម</w:t>
      </w:r>
      <w:r>
        <w:rPr>
          <w:rFonts w:ascii="Khmer OS Siemreap" w:hAnsi="Khmer OS Siemreap" w:cs="Khmer OS Siemreap" w:hint="cs"/>
          <w:b w:val="0"/>
          <w:sz w:val="20"/>
          <w:cs/>
          <w:lang w:bidi="km-KH"/>
        </w:rPr>
        <w:t xml:space="preserve"> </w:t>
      </w:r>
      <w:r w:rsidRPr="00E45F88">
        <w:rPr>
          <w:b w:val="0"/>
          <w:szCs w:val="24"/>
        </w:rPr>
        <w:t xml:space="preserve">at P.O. Box 15308, Los Angeles, CA 90015. </w:t>
      </w: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ឬក៏អាច</w:t>
      </w:r>
      <w:r>
        <w:rPr>
          <w:rFonts w:ascii="Khmer OS Siemreap" w:hAnsi="Khmer OS Siemreap" w:cs="Khmer OS Siemreap" w:hint="cs"/>
          <w:b w:val="0"/>
          <w:sz w:val="20"/>
          <w:cs/>
          <w:lang w:bidi="km-KH"/>
        </w:rPr>
        <w:t>ហៅ</w:t>
      </w: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ទូរស័ព្ទទៅគាត់តាមលេខ</w:t>
      </w:r>
      <w:r w:rsidRPr="00E45F88">
        <w:rPr>
          <w:b w:val="0"/>
          <w:szCs w:val="24"/>
        </w:rPr>
        <w:t xml:space="preserve"> (818)352-0452</w:t>
      </w:r>
      <w:r w:rsidRPr="00B75321">
        <w:rPr>
          <w:rFonts w:ascii="Khmer OS Siemreap" w:hAnsi="Khmer OS Siemreap" w:cs="Khmer OS Siemreap"/>
          <w:b w:val="0"/>
          <w:sz w:val="20"/>
          <w:cs/>
          <w:lang w:bidi="km-KH"/>
        </w:rPr>
        <w:t>។</w:t>
      </w:r>
    </w:p>
    <w:p w:rsidR="00C36323" w:rsidRDefault="00C36323" w:rsidP="00C36323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C36323" w:rsidRDefault="00C36323" w:rsidP="00C36323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C36323" w:rsidRDefault="00C36323" w:rsidP="00C36323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5A51DC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5A51DC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C36323" w:rsidRPr="000E68CD" w:rsidRDefault="00C36323" w:rsidP="00C36323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C36323" w:rsidRDefault="00C36323" w:rsidP="00C36323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អេភេសូរ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៣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១-៨។</w:t>
      </w:r>
    </w:p>
    <w:p w:rsidR="00C36323" w:rsidRPr="001F5DD3" w:rsidRDefault="00C36323" w:rsidP="00C36323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5A51DC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C36323" w:rsidRPr="0021655F" w:rsidRDefault="00C36323" w:rsidP="00C36323">
      <w:pPr>
        <w:pStyle w:val="BodyTextIndent2"/>
        <w:ind w:left="2160" w:firstLine="0"/>
        <w:rPr>
          <w:sz w:val="24"/>
        </w:rPr>
      </w:pPr>
      <w:r w:rsidRPr="00ED1D06">
        <w:rPr>
          <w:rFonts w:ascii="Khmer OS Siemreap" w:hAnsi="Khmer OS Siemreap" w:cs="Khmer OS Siemreap"/>
          <w:sz w:val="24"/>
          <w:cs/>
          <w:lang w:bidi="km-KH"/>
        </w:rPr>
        <w:t>«ព្រះយេស៊ូវគួរលើកតំកើង» (អ្នកនិពន្ធមិនស្គាល់ឈ្មោះ) បកប្រែដោយ</w:t>
      </w:r>
      <w:r>
        <w:rPr>
          <w:rFonts w:ascii="Khmer OS Siemreap" w:hAnsi="Khmer OS Siemreap" w:cs="Khmer OS Siemreap" w:hint="cs"/>
          <w:sz w:val="24"/>
          <w:cs/>
          <w:lang w:bidi="km-KH"/>
        </w:rPr>
        <w:t>​</w:t>
      </w:r>
      <w:r w:rsidRPr="00ED1D06">
        <w:rPr>
          <w:rFonts w:ascii="Khmer OS Siemreap" w:hAnsi="Khmer OS Siemreap" w:cs="Khmer OS Siemreap"/>
          <w:sz w:val="24"/>
          <w:cs/>
          <w:lang w:bidi="km-KH"/>
        </w:rPr>
        <w:t>លោក</w:t>
      </w:r>
      <w:r>
        <w:rPr>
          <w:rFonts w:ascii="Khmer OS Siemreap" w:hAnsi="Khmer OS Siemreap" w:cs="Khmer OS Siemreap" w:hint="cs"/>
          <w:sz w:val="24"/>
          <w:cs/>
          <w:lang w:bidi="km-KH"/>
        </w:rPr>
        <w:t>​</w:t>
      </w:r>
      <w:r w:rsidRPr="0021655F">
        <w:rPr>
          <w:sz w:val="24"/>
        </w:rPr>
        <w:t xml:space="preserve"> Edward </w:t>
      </w:r>
      <w:proofErr w:type="spellStart"/>
      <w:r w:rsidRPr="0021655F">
        <w:rPr>
          <w:sz w:val="24"/>
        </w:rPr>
        <w:t>Caswall</w:t>
      </w:r>
      <w:proofErr w:type="spellEnd"/>
      <w:r w:rsidRPr="0021655F">
        <w:rPr>
          <w:sz w:val="24"/>
        </w:rPr>
        <w:t xml:space="preserve">, 1814-1878). </w:t>
      </w:r>
    </w:p>
    <w:p w:rsidR="00C36323" w:rsidRDefault="00C36323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BEA" w:rsidRDefault="007E0BEA">
      <w:r>
        <w:separator/>
      </w:r>
    </w:p>
  </w:endnote>
  <w:endnote w:type="continuationSeparator" w:id="0">
    <w:p w:rsidR="007E0BEA" w:rsidRDefault="007E0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FF39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BEA" w:rsidRDefault="007E0BEA">
      <w:r>
        <w:separator/>
      </w:r>
    </w:p>
  </w:footnote>
  <w:footnote w:type="continuationSeparator" w:id="0">
    <w:p w:rsidR="007E0BEA" w:rsidRDefault="007E0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FF394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51DC">
      <w:rPr>
        <w:rStyle w:val="PageNumber"/>
        <w:noProof/>
      </w:rPr>
      <w:t>7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323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51DC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2D9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0BEA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5C5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6323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394B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94B"/>
    <w:rPr>
      <w:lang w:bidi="ar-SA"/>
    </w:rPr>
  </w:style>
  <w:style w:type="paragraph" w:styleId="Heading1">
    <w:name w:val="heading 1"/>
    <w:basedOn w:val="Normal"/>
    <w:next w:val="Normal"/>
    <w:qFormat/>
    <w:rsid w:val="00FF394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F394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F394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F394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F394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F394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F394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F394B"/>
    <w:pPr>
      <w:jc w:val="center"/>
    </w:pPr>
    <w:rPr>
      <w:b/>
      <w:sz w:val="24"/>
    </w:rPr>
  </w:style>
  <w:style w:type="paragraph" w:styleId="Header">
    <w:name w:val="header"/>
    <w:basedOn w:val="Normal"/>
    <w:rsid w:val="00FF394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F394B"/>
  </w:style>
  <w:style w:type="paragraph" w:styleId="BodyText">
    <w:name w:val="Body Text"/>
    <w:basedOn w:val="Normal"/>
    <w:link w:val="BodyTextChar"/>
    <w:rsid w:val="00FF394B"/>
    <w:pPr>
      <w:jc w:val="both"/>
    </w:pPr>
    <w:rPr>
      <w:sz w:val="22"/>
    </w:rPr>
  </w:style>
  <w:style w:type="paragraph" w:styleId="BlockText">
    <w:name w:val="Block Text"/>
    <w:basedOn w:val="Normal"/>
    <w:rsid w:val="00FF394B"/>
    <w:pPr>
      <w:ind w:left="1440" w:right="1440"/>
      <w:jc w:val="both"/>
    </w:pPr>
  </w:style>
  <w:style w:type="paragraph" w:styleId="BodyText2">
    <w:name w:val="Body Text 2"/>
    <w:basedOn w:val="Normal"/>
    <w:rsid w:val="00FF394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FF394B"/>
    <w:pPr>
      <w:ind w:firstLine="720"/>
      <w:jc w:val="both"/>
    </w:pPr>
    <w:rPr>
      <w:sz w:val="22"/>
    </w:rPr>
  </w:style>
  <w:style w:type="character" w:styleId="Hyperlink">
    <w:name w:val="Hyperlink"/>
    <w:rsid w:val="00FF394B"/>
    <w:rPr>
      <w:color w:val="0000FF"/>
      <w:u w:val="single"/>
    </w:rPr>
  </w:style>
  <w:style w:type="character" w:styleId="Emphasis">
    <w:name w:val="Emphasis"/>
    <w:qFormat/>
    <w:rsid w:val="00FF394B"/>
    <w:rPr>
      <w:i/>
    </w:rPr>
  </w:style>
  <w:style w:type="character" w:styleId="FollowedHyperlink">
    <w:name w:val="FollowedHyperlink"/>
    <w:rsid w:val="00FF394B"/>
    <w:rPr>
      <w:color w:val="800080"/>
      <w:u w:val="single"/>
    </w:rPr>
  </w:style>
  <w:style w:type="character" w:styleId="Strong">
    <w:name w:val="Strong"/>
    <w:qFormat/>
    <w:rsid w:val="00FF394B"/>
    <w:rPr>
      <w:b/>
    </w:rPr>
  </w:style>
  <w:style w:type="paragraph" w:customStyle="1" w:styleId="IndentedVerse">
    <w:name w:val="Indented Verse"/>
    <w:basedOn w:val="Normal"/>
    <w:rsid w:val="00FF394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F394B"/>
    <w:pPr>
      <w:ind w:firstLine="0"/>
    </w:pPr>
  </w:style>
  <w:style w:type="paragraph" w:styleId="Footer">
    <w:name w:val="footer"/>
    <w:basedOn w:val="Normal"/>
    <w:rsid w:val="00FF394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F394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F394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FF394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F394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F394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FF394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F394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F394B"/>
    <w:pPr>
      <w:ind w:left="1872" w:right="1872" w:hanging="86"/>
    </w:pPr>
  </w:style>
  <w:style w:type="paragraph" w:customStyle="1" w:styleId="paraindent">
    <w:name w:val="para_indent"/>
    <w:basedOn w:val="Normal"/>
    <w:rsid w:val="00FF394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F394B"/>
    <w:pPr>
      <w:numPr>
        <w:numId w:val="1"/>
      </w:numPr>
    </w:pPr>
  </w:style>
  <w:style w:type="paragraph" w:customStyle="1" w:styleId="parablock">
    <w:name w:val="para_block"/>
    <w:basedOn w:val="Normal"/>
    <w:rsid w:val="00FF394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F394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F394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F394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F394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F394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F394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FF394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FF394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FF394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FF394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FF394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FF394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FF394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FF394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FF394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FF394B"/>
  </w:style>
  <w:style w:type="character" w:customStyle="1" w:styleId="goohl4">
    <w:name w:val="goohl4"/>
    <w:basedOn w:val="DefaultParagraphFont"/>
    <w:rsid w:val="00FF394B"/>
  </w:style>
  <w:style w:type="character" w:customStyle="1" w:styleId="goohl5">
    <w:name w:val="goohl5"/>
    <w:basedOn w:val="DefaultParagraphFont"/>
    <w:rsid w:val="00FF394B"/>
  </w:style>
  <w:style w:type="character" w:customStyle="1" w:styleId="goohl1">
    <w:name w:val="goohl1"/>
    <w:basedOn w:val="DefaultParagraphFont"/>
    <w:rsid w:val="00FF394B"/>
  </w:style>
  <w:style w:type="character" w:customStyle="1" w:styleId="goohl0">
    <w:name w:val="goohl0"/>
    <w:basedOn w:val="DefaultParagraphFont"/>
    <w:rsid w:val="00FF394B"/>
  </w:style>
  <w:style w:type="character" w:customStyle="1" w:styleId="goohl2">
    <w:name w:val="goohl2"/>
    <w:basedOn w:val="DefaultParagraphFont"/>
    <w:rsid w:val="00FF394B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7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15803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2014-06-30T16:01:00Z</dcterms:created>
  <dcterms:modified xsi:type="dcterms:W3CDTF">2014-06-30T16:02:00Z</dcterms:modified>
</cp:coreProperties>
</file>